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D9848" w14:textId="77777777" w:rsidR="006E5D65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Pr="00384256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84256">
        <w:rPr>
          <w:rFonts w:ascii="Times New Roman" w:hAnsi="Times New Roman"/>
          <w:bCs/>
          <w:i/>
        </w:rPr>
        <w:t xml:space="preserve">Załącznik nr </w:t>
      </w:r>
      <w:r w:rsidR="006F31E2" w:rsidRPr="00384256">
        <w:rPr>
          <w:rFonts w:ascii="Times New Roman" w:hAnsi="Times New Roman"/>
          <w:bCs/>
          <w:i/>
        </w:rPr>
        <w:t>1.5</w:t>
      </w:r>
      <w:r w:rsidR="00D8678B" w:rsidRPr="00384256">
        <w:rPr>
          <w:rFonts w:ascii="Times New Roman" w:hAnsi="Times New Roman"/>
          <w:bCs/>
          <w:i/>
        </w:rPr>
        <w:t xml:space="preserve"> do Zarządzenia</w:t>
      </w:r>
      <w:r w:rsidR="002A22BF" w:rsidRPr="00384256">
        <w:rPr>
          <w:rFonts w:ascii="Times New Roman" w:hAnsi="Times New Roman"/>
          <w:bCs/>
          <w:i/>
        </w:rPr>
        <w:t xml:space="preserve"> Rektora </w:t>
      </w:r>
      <w:proofErr w:type="gramStart"/>
      <w:r w:rsidR="002A22BF" w:rsidRPr="00384256">
        <w:rPr>
          <w:rFonts w:ascii="Times New Roman" w:hAnsi="Times New Roman"/>
          <w:bCs/>
          <w:i/>
        </w:rPr>
        <w:t xml:space="preserve">UR </w:t>
      </w:r>
      <w:r w:rsidRPr="00384256">
        <w:rPr>
          <w:rFonts w:ascii="Times New Roman" w:hAnsi="Times New Roman"/>
          <w:bCs/>
          <w:i/>
        </w:rPr>
        <w:t xml:space="preserve"> nr</w:t>
      </w:r>
      <w:proofErr w:type="gramEnd"/>
      <w:r w:rsidR="00F17567" w:rsidRPr="00384256">
        <w:rPr>
          <w:rFonts w:ascii="Times New Roman" w:hAnsi="Times New Roman"/>
          <w:bCs/>
          <w:i/>
        </w:rPr>
        <w:t>12/2019</w:t>
      </w:r>
    </w:p>
    <w:p w14:paraId="0477C598" w14:textId="77777777" w:rsidR="005B3E34" w:rsidRPr="00384256" w:rsidRDefault="005B3E3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01E41DFB" w14:textId="77777777" w:rsidR="0085747A" w:rsidRPr="00384256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84256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75EDDC8" w14:textId="77777777" w:rsidR="0085747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384256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656EEA" w:rsidRPr="00384256">
        <w:rPr>
          <w:rFonts w:ascii="Times New Roman" w:hAnsi="Times New Roman"/>
          <w:b/>
          <w:smallCaps/>
          <w:sz w:val="24"/>
          <w:szCs w:val="24"/>
        </w:rPr>
        <w:t>2023-2028</w:t>
      </w:r>
    </w:p>
    <w:p w14:paraId="7D6F12F4" w14:textId="77777777" w:rsidR="005B3E34" w:rsidRPr="00384256" w:rsidRDefault="005B3E34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29370E8E" w14:textId="77777777" w:rsidR="00445970" w:rsidRPr="00384256" w:rsidRDefault="00445970" w:rsidP="002C4B2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384256">
        <w:rPr>
          <w:rFonts w:ascii="Times New Roman" w:hAnsi="Times New Roman"/>
          <w:sz w:val="24"/>
          <w:szCs w:val="24"/>
        </w:rPr>
        <w:t xml:space="preserve">Rok akademicki   </w:t>
      </w:r>
      <w:r w:rsidR="00656EEA" w:rsidRPr="00384256">
        <w:rPr>
          <w:rFonts w:ascii="Times New Roman" w:hAnsi="Times New Roman"/>
          <w:sz w:val="24"/>
          <w:szCs w:val="24"/>
        </w:rPr>
        <w:t>202</w:t>
      </w:r>
      <w:r w:rsidR="00414E46">
        <w:rPr>
          <w:rFonts w:ascii="Times New Roman" w:hAnsi="Times New Roman"/>
          <w:sz w:val="24"/>
          <w:szCs w:val="24"/>
        </w:rPr>
        <w:t>7</w:t>
      </w:r>
      <w:r w:rsidR="002C4B2F">
        <w:rPr>
          <w:rFonts w:ascii="Times New Roman" w:hAnsi="Times New Roman"/>
          <w:sz w:val="24"/>
          <w:szCs w:val="24"/>
        </w:rPr>
        <w:t>-</w:t>
      </w:r>
      <w:r w:rsidR="00656EEA" w:rsidRPr="00384256">
        <w:rPr>
          <w:rFonts w:ascii="Times New Roman" w:hAnsi="Times New Roman"/>
          <w:sz w:val="24"/>
          <w:szCs w:val="24"/>
        </w:rPr>
        <w:t>202</w:t>
      </w:r>
      <w:r w:rsidR="00414E46">
        <w:rPr>
          <w:rFonts w:ascii="Times New Roman" w:hAnsi="Times New Roman"/>
          <w:sz w:val="24"/>
          <w:szCs w:val="24"/>
        </w:rPr>
        <w:t>8</w:t>
      </w:r>
    </w:p>
    <w:p w14:paraId="4036376D" w14:textId="77777777" w:rsidR="0085747A" w:rsidRPr="00384256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F92244" w14:textId="77777777" w:rsidR="0085747A" w:rsidRPr="00384256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384256">
        <w:rPr>
          <w:szCs w:val="24"/>
        </w:rPr>
        <w:t xml:space="preserve">1. </w:t>
      </w:r>
      <w:r w:rsidR="0085747A" w:rsidRPr="00384256">
        <w:rPr>
          <w:szCs w:val="24"/>
        </w:rPr>
        <w:t xml:space="preserve">Podstawowe </w:t>
      </w:r>
      <w:r w:rsidR="00445970" w:rsidRPr="00384256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84256" w14:paraId="3907498F" w14:textId="77777777" w:rsidTr="00B819C8">
        <w:tc>
          <w:tcPr>
            <w:tcW w:w="2694" w:type="dxa"/>
            <w:vAlign w:val="center"/>
          </w:tcPr>
          <w:p w14:paraId="42A48A75" w14:textId="77777777" w:rsidR="0085747A" w:rsidRPr="003842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6078CE" w14:textId="77777777" w:rsidR="0085747A" w:rsidRPr="00674B65" w:rsidRDefault="00A16F00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674B65">
              <w:rPr>
                <w:sz w:val="24"/>
                <w:szCs w:val="24"/>
              </w:rPr>
              <w:t>Diagnoza funkcjonalna dziecka ze spektrum autyzmu</w:t>
            </w:r>
          </w:p>
        </w:tc>
      </w:tr>
      <w:tr w:rsidR="0085747A" w:rsidRPr="00384256" w14:paraId="0B9E33B8" w14:textId="77777777" w:rsidTr="00B819C8">
        <w:tc>
          <w:tcPr>
            <w:tcW w:w="2694" w:type="dxa"/>
            <w:vAlign w:val="center"/>
          </w:tcPr>
          <w:p w14:paraId="679DBACE" w14:textId="77777777" w:rsidR="0085747A" w:rsidRPr="003842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Kod przedmiotu</w:t>
            </w:r>
            <w:r w:rsidR="0085747A" w:rsidRPr="00384256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145218" w14:textId="77777777" w:rsidR="0085747A" w:rsidRPr="00384256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384256" w14:paraId="48442A77" w14:textId="77777777" w:rsidTr="00B819C8">
        <w:tc>
          <w:tcPr>
            <w:tcW w:w="2694" w:type="dxa"/>
            <w:vAlign w:val="center"/>
          </w:tcPr>
          <w:p w14:paraId="4F32DAE2" w14:textId="77777777" w:rsidR="0085747A" w:rsidRPr="00384256" w:rsidRDefault="005B3E3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85747A" w:rsidRPr="00384256">
              <w:rPr>
                <w:sz w:val="24"/>
                <w:szCs w:val="24"/>
              </w:rPr>
              <w:t>azwa</w:t>
            </w:r>
            <w:r w:rsidR="00C05F44" w:rsidRPr="00384256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03DD0D" w14:textId="77777777" w:rsidR="0085747A" w:rsidRPr="00384256" w:rsidRDefault="00B655E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84256" w14:paraId="6AC263EA" w14:textId="77777777" w:rsidTr="00B819C8">
        <w:tc>
          <w:tcPr>
            <w:tcW w:w="2694" w:type="dxa"/>
            <w:vAlign w:val="center"/>
          </w:tcPr>
          <w:p w14:paraId="7A1E030D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67F22C" w14:textId="77777777" w:rsidR="0085747A" w:rsidRPr="00384256" w:rsidRDefault="0038425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384256" w14:paraId="29171E83" w14:textId="77777777" w:rsidTr="00B819C8">
        <w:tc>
          <w:tcPr>
            <w:tcW w:w="2694" w:type="dxa"/>
            <w:vAlign w:val="center"/>
          </w:tcPr>
          <w:p w14:paraId="3E7FF16F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5DF89B" w14:textId="77777777" w:rsidR="0085747A" w:rsidRPr="00384256" w:rsidRDefault="00DF61F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Psychologia</w:t>
            </w:r>
          </w:p>
        </w:tc>
      </w:tr>
      <w:tr w:rsidR="0085747A" w:rsidRPr="00384256" w14:paraId="112FC384" w14:textId="77777777" w:rsidTr="00B819C8">
        <w:tc>
          <w:tcPr>
            <w:tcW w:w="2694" w:type="dxa"/>
            <w:vAlign w:val="center"/>
          </w:tcPr>
          <w:p w14:paraId="76FA5703" w14:textId="77777777" w:rsidR="0085747A" w:rsidRPr="003842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E8FC9B" w14:textId="77777777" w:rsidR="0085747A" w:rsidRPr="00384256" w:rsidRDefault="00960E7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studia</w:t>
            </w:r>
            <w:r w:rsidR="00EE3804">
              <w:rPr>
                <w:b w:val="0"/>
                <w:sz w:val="24"/>
                <w:szCs w:val="24"/>
              </w:rPr>
              <w:t xml:space="preserve"> </w:t>
            </w:r>
            <w:r w:rsidR="00B3443B" w:rsidRPr="00384256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384256" w14:paraId="2B855617" w14:textId="77777777" w:rsidTr="00B819C8">
        <w:tc>
          <w:tcPr>
            <w:tcW w:w="2694" w:type="dxa"/>
            <w:vAlign w:val="center"/>
          </w:tcPr>
          <w:p w14:paraId="706C6682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A574FA" w14:textId="77777777" w:rsidR="0085747A" w:rsidRPr="00384256" w:rsidRDefault="00B3443B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384256" w14:paraId="4497B82C" w14:textId="77777777" w:rsidTr="00B819C8">
        <w:tc>
          <w:tcPr>
            <w:tcW w:w="2694" w:type="dxa"/>
            <w:vAlign w:val="center"/>
          </w:tcPr>
          <w:p w14:paraId="35447DD5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9C272D" w14:textId="77777777" w:rsidR="0085747A" w:rsidRPr="00384256" w:rsidRDefault="00975BA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stacjonarna</w:t>
            </w:r>
          </w:p>
        </w:tc>
      </w:tr>
      <w:tr w:rsidR="0085747A" w:rsidRPr="00384256" w14:paraId="795F7DBA" w14:textId="77777777" w:rsidTr="00B819C8">
        <w:tc>
          <w:tcPr>
            <w:tcW w:w="2694" w:type="dxa"/>
            <w:vAlign w:val="center"/>
          </w:tcPr>
          <w:p w14:paraId="0B814D20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Rok i semestr</w:t>
            </w:r>
            <w:r w:rsidR="0030395F" w:rsidRPr="00384256">
              <w:rPr>
                <w:sz w:val="24"/>
                <w:szCs w:val="24"/>
              </w:rPr>
              <w:t>/y</w:t>
            </w:r>
            <w:r w:rsidRPr="00384256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786FA1" w14:textId="77777777" w:rsidR="0085747A" w:rsidRPr="00384256" w:rsidRDefault="00D70C3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V rok</w:t>
            </w:r>
            <w:r w:rsidR="00BA062D">
              <w:rPr>
                <w:b w:val="0"/>
                <w:sz w:val="24"/>
                <w:szCs w:val="24"/>
              </w:rPr>
              <w:t xml:space="preserve">, </w:t>
            </w:r>
            <w:r w:rsidRPr="00384256">
              <w:rPr>
                <w:b w:val="0"/>
                <w:sz w:val="24"/>
                <w:szCs w:val="24"/>
              </w:rPr>
              <w:t>semestr</w:t>
            </w:r>
            <w:r w:rsidR="008B4AD0">
              <w:rPr>
                <w:b w:val="0"/>
                <w:sz w:val="24"/>
                <w:szCs w:val="24"/>
              </w:rPr>
              <w:t xml:space="preserve"> 9</w:t>
            </w:r>
            <w:r w:rsidR="00384256">
              <w:rPr>
                <w:b w:val="0"/>
                <w:sz w:val="24"/>
                <w:szCs w:val="24"/>
              </w:rPr>
              <w:t xml:space="preserve"> i </w:t>
            </w:r>
            <w:r w:rsidR="008B4AD0">
              <w:rPr>
                <w:b w:val="0"/>
                <w:sz w:val="24"/>
                <w:szCs w:val="24"/>
              </w:rPr>
              <w:t>10</w:t>
            </w:r>
          </w:p>
        </w:tc>
      </w:tr>
      <w:tr w:rsidR="0085747A" w:rsidRPr="00384256" w14:paraId="168B0AFE" w14:textId="77777777" w:rsidTr="00B819C8">
        <w:tc>
          <w:tcPr>
            <w:tcW w:w="2694" w:type="dxa"/>
            <w:vAlign w:val="center"/>
          </w:tcPr>
          <w:p w14:paraId="5F674DB7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1D5D25" w14:textId="77777777" w:rsidR="0085747A" w:rsidRPr="00384256" w:rsidRDefault="003C40D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A12267" w:rsidRPr="00384256">
              <w:rPr>
                <w:b w:val="0"/>
                <w:sz w:val="24"/>
                <w:szCs w:val="24"/>
              </w:rPr>
              <w:t>rzedmiot</w:t>
            </w:r>
            <w:r w:rsidR="00384256">
              <w:rPr>
                <w:b w:val="0"/>
                <w:sz w:val="24"/>
                <w:szCs w:val="24"/>
              </w:rPr>
              <w:t xml:space="preserve"> kształcenia </w:t>
            </w:r>
            <w:r w:rsidR="00A12267" w:rsidRPr="00384256">
              <w:rPr>
                <w:b w:val="0"/>
                <w:sz w:val="24"/>
                <w:szCs w:val="24"/>
              </w:rPr>
              <w:t>kierunkow</w:t>
            </w:r>
            <w:r w:rsidR="00384256">
              <w:rPr>
                <w:b w:val="0"/>
                <w:sz w:val="24"/>
                <w:szCs w:val="24"/>
              </w:rPr>
              <w:t>ego</w:t>
            </w:r>
          </w:p>
        </w:tc>
      </w:tr>
      <w:tr w:rsidR="00923D7D" w:rsidRPr="00384256" w14:paraId="76FDD3A6" w14:textId="77777777" w:rsidTr="00B819C8">
        <w:tc>
          <w:tcPr>
            <w:tcW w:w="2694" w:type="dxa"/>
            <w:vAlign w:val="center"/>
          </w:tcPr>
          <w:p w14:paraId="6F316EBD" w14:textId="77777777" w:rsidR="00923D7D" w:rsidRPr="003842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7238E7" w14:textId="77777777" w:rsidR="00923D7D" w:rsidRPr="00384256" w:rsidRDefault="00DF61F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384256" w14:paraId="73DDE4AD" w14:textId="77777777" w:rsidTr="00B819C8">
        <w:tc>
          <w:tcPr>
            <w:tcW w:w="2694" w:type="dxa"/>
            <w:vAlign w:val="center"/>
          </w:tcPr>
          <w:p w14:paraId="02AD906D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8A68A8" w14:textId="77777777" w:rsidR="0085747A" w:rsidRPr="00384256" w:rsidRDefault="009F183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d</w:t>
            </w:r>
            <w:r w:rsidR="006A5034" w:rsidRPr="00384256">
              <w:rPr>
                <w:b w:val="0"/>
                <w:sz w:val="24"/>
                <w:szCs w:val="24"/>
              </w:rPr>
              <w:t>r Tomasz Gosztyła</w:t>
            </w:r>
          </w:p>
        </w:tc>
      </w:tr>
      <w:tr w:rsidR="0085747A" w:rsidRPr="00384256" w14:paraId="571DA565" w14:textId="77777777" w:rsidTr="00B819C8">
        <w:tc>
          <w:tcPr>
            <w:tcW w:w="2694" w:type="dxa"/>
            <w:vAlign w:val="center"/>
          </w:tcPr>
          <w:p w14:paraId="229AA40E" w14:textId="77777777" w:rsidR="0085747A" w:rsidRPr="003842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947372" w14:textId="77777777" w:rsidR="0085747A" w:rsidRPr="00384256" w:rsidRDefault="00A9450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dr Tomasz Gosztyła</w:t>
            </w:r>
            <w:r w:rsidR="00384256">
              <w:rPr>
                <w:b w:val="0"/>
                <w:sz w:val="24"/>
                <w:szCs w:val="24"/>
              </w:rPr>
              <w:t>,</w:t>
            </w:r>
            <w:r w:rsidR="00384256" w:rsidRPr="00384256">
              <w:rPr>
                <w:b w:val="0"/>
                <w:sz w:val="24"/>
                <w:szCs w:val="24"/>
              </w:rPr>
              <w:t xml:space="preserve"> mgr Anna Lenart</w:t>
            </w:r>
          </w:p>
        </w:tc>
      </w:tr>
    </w:tbl>
    <w:p w14:paraId="275EEA63" w14:textId="77777777" w:rsidR="0085747A" w:rsidRPr="00384256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384256">
        <w:rPr>
          <w:sz w:val="24"/>
          <w:szCs w:val="24"/>
        </w:rPr>
        <w:t xml:space="preserve">* </w:t>
      </w:r>
      <w:r w:rsidRPr="00384256">
        <w:rPr>
          <w:i/>
          <w:sz w:val="24"/>
          <w:szCs w:val="24"/>
        </w:rPr>
        <w:t>-</w:t>
      </w:r>
      <w:r w:rsidR="00B90885" w:rsidRPr="00384256">
        <w:rPr>
          <w:b w:val="0"/>
          <w:i/>
          <w:sz w:val="24"/>
          <w:szCs w:val="24"/>
        </w:rPr>
        <w:t>opcjonalni</w:t>
      </w:r>
      <w:r w:rsidR="00B90885" w:rsidRPr="00384256">
        <w:rPr>
          <w:b w:val="0"/>
          <w:sz w:val="24"/>
          <w:szCs w:val="24"/>
        </w:rPr>
        <w:t>e,</w:t>
      </w:r>
      <w:r w:rsidR="00EE3804">
        <w:rPr>
          <w:b w:val="0"/>
          <w:sz w:val="24"/>
          <w:szCs w:val="24"/>
        </w:rPr>
        <w:t xml:space="preserve"> </w:t>
      </w:r>
      <w:r w:rsidRPr="00384256">
        <w:rPr>
          <w:b w:val="0"/>
          <w:i/>
          <w:sz w:val="24"/>
          <w:szCs w:val="24"/>
        </w:rPr>
        <w:t xml:space="preserve">zgodnie z ustaleniami </w:t>
      </w:r>
      <w:r w:rsidR="00B90885" w:rsidRPr="00384256">
        <w:rPr>
          <w:b w:val="0"/>
          <w:i/>
          <w:sz w:val="24"/>
          <w:szCs w:val="24"/>
        </w:rPr>
        <w:t>w Jednostce</w:t>
      </w:r>
    </w:p>
    <w:p w14:paraId="7F529182" w14:textId="77777777" w:rsidR="00923D7D" w:rsidRPr="00384256" w:rsidRDefault="00923D7D" w:rsidP="009C54AE">
      <w:pPr>
        <w:pStyle w:val="Podpunkty"/>
        <w:ind w:left="0"/>
        <w:rPr>
          <w:sz w:val="24"/>
          <w:szCs w:val="24"/>
        </w:rPr>
      </w:pPr>
    </w:p>
    <w:p w14:paraId="1DA51540" w14:textId="77777777" w:rsidR="0085747A" w:rsidRPr="00384256" w:rsidRDefault="0085747A" w:rsidP="009C54AE">
      <w:pPr>
        <w:pStyle w:val="Podpunkty"/>
        <w:ind w:left="284"/>
        <w:rPr>
          <w:sz w:val="24"/>
          <w:szCs w:val="24"/>
        </w:rPr>
      </w:pPr>
      <w:r w:rsidRPr="00384256">
        <w:rPr>
          <w:sz w:val="24"/>
          <w:szCs w:val="24"/>
        </w:rPr>
        <w:t>1.</w:t>
      </w:r>
      <w:r w:rsidR="00E22FBC" w:rsidRPr="00384256">
        <w:rPr>
          <w:sz w:val="24"/>
          <w:szCs w:val="24"/>
        </w:rPr>
        <w:t>1</w:t>
      </w:r>
      <w:r w:rsidRPr="00384256">
        <w:rPr>
          <w:sz w:val="24"/>
          <w:szCs w:val="24"/>
        </w:rPr>
        <w:t xml:space="preserve">.Formy zajęć dydaktycznych, wymiar godzin i punktów ECTS </w:t>
      </w:r>
    </w:p>
    <w:p w14:paraId="612CF6D0" w14:textId="77777777" w:rsidR="00923D7D" w:rsidRPr="00384256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189"/>
        <w:gridCol w:w="1505"/>
      </w:tblGrid>
      <w:tr w:rsidR="00015B8F" w:rsidRPr="00384256" w14:paraId="28DC0D48" w14:textId="77777777" w:rsidTr="0060340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7D1B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Semestr</w:t>
            </w:r>
          </w:p>
          <w:p w14:paraId="0E9D2BBC" w14:textId="77777777" w:rsidR="00015B8F" w:rsidRPr="00384256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(</w:t>
            </w:r>
            <w:r w:rsidR="00363F78" w:rsidRPr="00384256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843E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84256">
              <w:rPr>
                <w:szCs w:val="24"/>
              </w:rPr>
              <w:t>Wykł</w:t>
            </w:r>
            <w:proofErr w:type="spellEnd"/>
            <w:r w:rsidRPr="00384256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1A2A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765B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84256">
              <w:rPr>
                <w:szCs w:val="24"/>
              </w:rPr>
              <w:t>Konw</w:t>
            </w:r>
            <w:proofErr w:type="spellEnd"/>
            <w:r w:rsidRPr="00384256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4446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E249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84256">
              <w:rPr>
                <w:szCs w:val="24"/>
              </w:rPr>
              <w:t>Sem</w:t>
            </w:r>
            <w:proofErr w:type="spellEnd"/>
            <w:r w:rsidRPr="00384256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ECE7C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233E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384256">
              <w:rPr>
                <w:szCs w:val="24"/>
              </w:rPr>
              <w:t>Prakt</w:t>
            </w:r>
            <w:proofErr w:type="spellEnd"/>
            <w:r w:rsidRPr="00384256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E434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384256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78CA8" w14:textId="77777777" w:rsidR="00015B8F" w:rsidRPr="00384256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384256">
              <w:rPr>
                <w:b/>
                <w:szCs w:val="24"/>
              </w:rPr>
              <w:t>Liczba pkt</w:t>
            </w:r>
            <w:r w:rsidR="00B90885" w:rsidRPr="00384256">
              <w:rPr>
                <w:b/>
                <w:szCs w:val="24"/>
              </w:rPr>
              <w:t>.</w:t>
            </w:r>
            <w:r w:rsidRPr="00384256">
              <w:rPr>
                <w:b/>
                <w:szCs w:val="24"/>
              </w:rPr>
              <w:t xml:space="preserve"> ECTS</w:t>
            </w:r>
          </w:p>
        </w:tc>
      </w:tr>
      <w:tr w:rsidR="00015B8F" w:rsidRPr="00384256" w14:paraId="0D0BDD2A" w14:textId="77777777" w:rsidTr="005B3E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4D90" w14:textId="77777777" w:rsidR="00FE4D23" w:rsidRPr="00384256" w:rsidRDefault="00674B6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4EF3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9E9D" w14:textId="77777777" w:rsidR="00015B8F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BACF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85DF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7A5A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AD55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592A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7E72" w14:textId="77777777" w:rsidR="00015B8F" w:rsidRPr="0038425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9B41" w14:textId="77777777" w:rsidR="00015B8F" w:rsidRPr="00384256" w:rsidRDefault="0038425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E4D23" w:rsidRPr="00384256" w14:paraId="7F3C1AC6" w14:textId="77777777" w:rsidTr="005B3E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51DA" w14:textId="77777777" w:rsidR="00FE4D23" w:rsidRDefault="00674B6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D783" w14:textId="77777777" w:rsidR="00FE4D23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82B9" w14:textId="77777777" w:rsidR="00FE4D23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CDA5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15FF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B66C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1E76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4473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B05D" w14:textId="77777777" w:rsidR="00FE4D23" w:rsidRPr="00384256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CFA7" w14:textId="77777777" w:rsidR="00FE4D23" w:rsidRDefault="00FE4D23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3FDC075B" w14:textId="77777777" w:rsidR="00923D7D" w:rsidRPr="00384256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712F769" w14:textId="77777777" w:rsidR="00923D7D" w:rsidRPr="00384256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2DAA70AE" w14:textId="77777777" w:rsidR="0085747A" w:rsidRPr="003842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384256">
        <w:rPr>
          <w:smallCaps w:val="0"/>
          <w:szCs w:val="24"/>
        </w:rPr>
        <w:t>1.</w:t>
      </w:r>
      <w:r w:rsidR="00E22FBC" w:rsidRPr="00384256">
        <w:rPr>
          <w:smallCaps w:val="0"/>
          <w:szCs w:val="24"/>
        </w:rPr>
        <w:t>2</w:t>
      </w:r>
      <w:r w:rsidR="00F83B28" w:rsidRPr="00384256">
        <w:rPr>
          <w:smallCaps w:val="0"/>
          <w:szCs w:val="24"/>
        </w:rPr>
        <w:t>.</w:t>
      </w:r>
      <w:r w:rsidR="00F83B28" w:rsidRPr="00384256">
        <w:rPr>
          <w:smallCaps w:val="0"/>
          <w:szCs w:val="24"/>
        </w:rPr>
        <w:tab/>
      </w:r>
      <w:r w:rsidRPr="00384256">
        <w:rPr>
          <w:smallCaps w:val="0"/>
          <w:szCs w:val="24"/>
        </w:rPr>
        <w:t xml:space="preserve">Sposób realizacji zajęć  </w:t>
      </w:r>
    </w:p>
    <w:p w14:paraId="7EB18EA9" w14:textId="77777777" w:rsidR="0085747A" w:rsidRPr="00384256" w:rsidRDefault="00384256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t>X</w:t>
      </w:r>
      <w:r w:rsidR="00EE3804">
        <w:rPr>
          <w:rFonts w:eastAsia="MS Gothic"/>
          <w:b w:val="0"/>
          <w:szCs w:val="24"/>
        </w:rPr>
        <w:t xml:space="preserve"> </w:t>
      </w:r>
      <w:r w:rsidR="0085747A" w:rsidRPr="00384256">
        <w:rPr>
          <w:b w:val="0"/>
          <w:smallCaps w:val="0"/>
          <w:szCs w:val="24"/>
        </w:rPr>
        <w:t xml:space="preserve">zajęcia w formie tradycyjnej </w:t>
      </w:r>
    </w:p>
    <w:p w14:paraId="7CBAE639" w14:textId="77777777" w:rsidR="0085747A" w:rsidRPr="00384256" w:rsidRDefault="00384256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eastAsia="MS Gothic"/>
          <w:b w:val="0"/>
          <w:szCs w:val="24"/>
        </w:rPr>
        <w:t>X</w:t>
      </w:r>
      <w:r w:rsidR="00EE3804">
        <w:rPr>
          <w:rFonts w:eastAsia="MS Gothic"/>
          <w:b w:val="0"/>
          <w:szCs w:val="24"/>
        </w:rPr>
        <w:t xml:space="preserve"> </w:t>
      </w:r>
      <w:r w:rsidR="0085747A" w:rsidRPr="00384256">
        <w:rPr>
          <w:b w:val="0"/>
          <w:smallCaps w:val="0"/>
          <w:szCs w:val="24"/>
        </w:rPr>
        <w:t>zajęcia realizowane z wykorzystaniem metod i technik kształcenia na odległość</w:t>
      </w:r>
    </w:p>
    <w:p w14:paraId="291F0A3A" w14:textId="77777777" w:rsidR="0085747A" w:rsidRPr="00384256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26D80DBE" w14:textId="77777777" w:rsidR="00E22FBC" w:rsidRPr="00384256" w:rsidRDefault="00E22FBC" w:rsidP="005B3E34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1.3 </w:t>
      </w:r>
      <w:r w:rsidR="00F83B28" w:rsidRPr="00384256">
        <w:rPr>
          <w:smallCaps w:val="0"/>
          <w:szCs w:val="24"/>
        </w:rPr>
        <w:tab/>
      </w:r>
      <w:r w:rsidRPr="00384256">
        <w:rPr>
          <w:smallCaps w:val="0"/>
          <w:szCs w:val="24"/>
        </w:rPr>
        <w:t>For</w:t>
      </w:r>
      <w:r w:rsidR="005B3E34">
        <w:rPr>
          <w:smallCaps w:val="0"/>
          <w:szCs w:val="24"/>
        </w:rPr>
        <w:t>ma zaliczenia przedmiotu</w:t>
      </w:r>
      <w:r w:rsidRPr="00384256">
        <w:rPr>
          <w:smallCaps w:val="0"/>
          <w:szCs w:val="24"/>
        </w:rPr>
        <w:t xml:space="preserve"> (z toku)</w:t>
      </w:r>
      <w:r w:rsidR="006A5034" w:rsidRPr="00384256">
        <w:rPr>
          <w:smallCaps w:val="0"/>
          <w:szCs w:val="24"/>
        </w:rPr>
        <w:t xml:space="preserve">: </w:t>
      </w:r>
      <w:r w:rsidR="005B3E34">
        <w:rPr>
          <w:smallCaps w:val="0"/>
          <w:szCs w:val="24"/>
        </w:rPr>
        <w:t>z</w:t>
      </w:r>
      <w:r w:rsidR="00CE2EC3" w:rsidRPr="00384256">
        <w:rPr>
          <w:b w:val="0"/>
          <w:smallCaps w:val="0"/>
          <w:szCs w:val="24"/>
        </w:rPr>
        <w:t xml:space="preserve">aliczenie </w:t>
      </w:r>
      <w:r w:rsidR="00384256">
        <w:rPr>
          <w:b w:val="0"/>
          <w:smallCaps w:val="0"/>
          <w:szCs w:val="24"/>
        </w:rPr>
        <w:t>z oceną</w:t>
      </w:r>
    </w:p>
    <w:p w14:paraId="4993EE1E" w14:textId="77777777" w:rsidR="00B655EB" w:rsidRPr="00384256" w:rsidRDefault="00B655EB" w:rsidP="009C54AE">
      <w:pPr>
        <w:pStyle w:val="Punktygwne"/>
        <w:spacing w:before="0" w:after="0"/>
        <w:rPr>
          <w:b w:val="0"/>
          <w:szCs w:val="24"/>
        </w:rPr>
      </w:pPr>
    </w:p>
    <w:p w14:paraId="4B22C24D" w14:textId="77777777" w:rsidR="00384256" w:rsidRPr="00384256" w:rsidRDefault="0085747A" w:rsidP="009C54AE">
      <w:pPr>
        <w:pStyle w:val="Punktygwne"/>
        <w:spacing w:before="0" w:after="0"/>
        <w:rPr>
          <w:szCs w:val="24"/>
        </w:rPr>
      </w:pPr>
      <w:r w:rsidRPr="00384256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84256" w14:paraId="7524BE6A" w14:textId="77777777" w:rsidTr="00745302">
        <w:tc>
          <w:tcPr>
            <w:tcW w:w="9670" w:type="dxa"/>
          </w:tcPr>
          <w:p w14:paraId="0F84CFCE" w14:textId="77777777" w:rsidR="0085747A" w:rsidRPr="00384256" w:rsidRDefault="00873AA0" w:rsidP="004F6715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384256">
              <w:rPr>
                <w:b w:val="0"/>
                <w:smallCaps w:val="0"/>
                <w:color w:val="000000"/>
                <w:szCs w:val="24"/>
              </w:rPr>
              <w:t>Zaliczon</w:t>
            </w:r>
            <w:r w:rsidR="00163549" w:rsidRPr="00384256">
              <w:rPr>
                <w:b w:val="0"/>
                <w:smallCaps w:val="0"/>
                <w:color w:val="000000"/>
                <w:szCs w:val="24"/>
              </w:rPr>
              <w:t>e</w:t>
            </w: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 przedmiot</w:t>
            </w:r>
            <w:r w:rsidR="00163549" w:rsidRPr="00384256">
              <w:rPr>
                <w:b w:val="0"/>
                <w:smallCaps w:val="0"/>
                <w:color w:val="000000"/>
                <w:szCs w:val="24"/>
              </w:rPr>
              <w:t>y</w:t>
            </w:r>
            <w:r w:rsidR="00384256">
              <w:rPr>
                <w:b w:val="0"/>
                <w:smallCaps w:val="0"/>
                <w:color w:val="000000"/>
                <w:szCs w:val="24"/>
              </w:rPr>
              <w:t xml:space="preserve">: </w:t>
            </w:r>
            <w:r w:rsidRPr="00384256">
              <w:rPr>
                <w:b w:val="0"/>
                <w:i/>
                <w:iCs/>
                <w:smallCaps w:val="0"/>
                <w:color w:val="000000"/>
                <w:szCs w:val="24"/>
              </w:rPr>
              <w:t>Psychologia kliniczna</w:t>
            </w:r>
            <w:r w:rsidR="004F6715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017C36" w:rsidRPr="00384256">
              <w:rPr>
                <w:b w:val="0"/>
                <w:i/>
                <w:iCs/>
                <w:smallCaps w:val="0"/>
                <w:color w:val="000000"/>
                <w:szCs w:val="24"/>
              </w:rPr>
              <w:t>Diagnoza rozwoju dzieci</w:t>
            </w:r>
            <w:r w:rsidR="00B655EB" w:rsidRPr="00384256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r w:rsidR="004F6715">
              <w:rPr>
                <w:b w:val="0"/>
                <w:i/>
                <w:iCs/>
                <w:smallCaps w:val="0"/>
                <w:color w:val="000000"/>
                <w:szCs w:val="24"/>
              </w:rPr>
              <w:t>Statystyka</w:t>
            </w:r>
            <w:r w:rsidR="00B655EB" w:rsidRPr="00384256">
              <w:rPr>
                <w:b w:val="0"/>
                <w:i/>
                <w:iCs/>
                <w:smallCaps w:val="0"/>
                <w:color w:val="000000"/>
                <w:szCs w:val="24"/>
              </w:rPr>
              <w:t xml:space="preserve"> z elementami psychometrii</w:t>
            </w:r>
          </w:p>
        </w:tc>
      </w:tr>
    </w:tbl>
    <w:p w14:paraId="1DA9EBA2" w14:textId="77777777" w:rsidR="00BA062D" w:rsidRDefault="00BA062D" w:rsidP="009C54AE">
      <w:pPr>
        <w:pStyle w:val="Punktygwne"/>
        <w:spacing w:before="0" w:after="0"/>
        <w:rPr>
          <w:szCs w:val="24"/>
        </w:rPr>
      </w:pPr>
    </w:p>
    <w:p w14:paraId="1AC17AE6" w14:textId="77777777" w:rsidR="00B400C2" w:rsidRDefault="00B400C2" w:rsidP="009C54AE">
      <w:pPr>
        <w:pStyle w:val="Punktygwne"/>
        <w:spacing w:before="0" w:after="0"/>
        <w:rPr>
          <w:szCs w:val="24"/>
        </w:rPr>
      </w:pPr>
    </w:p>
    <w:p w14:paraId="0B948341" w14:textId="77777777" w:rsidR="0085747A" w:rsidRPr="00384256" w:rsidRDefault="0071620A" w:rsidP="009C54AE">
      <w:pPr>
        <w:pStyle w:val="Punktygwne"/>
        <w:spacing w:before="0" w:after="0"/>
        <w:rPr>
          <w:szCs w:val="24"/>
        </w:rPr>
      </w:pPr>
      <w:r w:rsidRPr="00384256">
        <w:rPr>
          <w:szCs w:val="24"/>
        </w:rPr>
        <w:lastRenderedPageBreak/>
        <w:t>3.</w:t>
      </w:r>
      <w:r w:rsidR="00A84C85" w:rsidRPr="00384256">
        <w:rPr>
          <w:szCs w:val="24"/>
        </w:rPr>
        <w:t>cele, efekty uczenia się</w:t>
      </w:r>
      <w:r w:rsidR="0085747A" w:rsidRPr="00384256">
        <w:rPr>
          <w:szCs w:val="24"/>
        </w:rPr>
        <w:t>, treści Programowe i stosowane metody Dydaktyczne</w:t>
      </w:r>
    </w:p>
    <w:p w14:paraId="5B7C02D8" w14:textId="77777777" w:rsidR="0085747A" w:rsidRPr="00384256" w:rsidRDefault="0085747A" w:rsidP="009C54AE">
      <w:pPr>
        <w:pStyle w:val="Punktygwne"/>
        <w:spacing w:before="0" w:after="0"/>
        <w:rPr>
          <w:szCs w:val="24"/>
        </w:rPr>
      </w:pPr>
    </w:p>
    <w:p w14:paraId="3F85F515" w14:textId="77777777" w:rsidR="0085747A" w:rsidRPr="00384256" w:rsidRDefault="0071620A" w:rsidP="009C54AE">
      <w:pPr>
        <w:pStyle w:val="Podpunkty"/>
        <w:rPr>
          <w:sz w:val="24"/>
          <w:szCs w:val="24"/>
        </w:rPr>
      </w:pPr>
      <w:r w:rsidRPr="00384256">
        <w:rPr>
          <w:sz w:val="24"/>
          <w:szCs w:val="24"/>
        </w:rPr>
        <w:t xml:space="preserve">3.1 </w:t>
      </w:r>
      <w:r w:rsidR="00C05F44" w:rsidRPr="00384256">
        <w:rPr>
          <w:sz w:val="24"/>
          <w:szCs w:val="24"/>
        </w:rPr>
        <w:t>Cele przedmiotu</w:t>
      </w:r>
    </w:p>
    <w:p w14:paraId="1117ED97" w14:textId="77777777" w:rsidR="00F83B28" w:rsidRPr="00384256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84256" w14:paraId="2FCC0AD9" w14:textId="77777777" w:rsidTr="00644842">
        <w:tc>
          <w:tcPr>
            <w:tcW w:w="843" w:type="dxa"/>
            <w:vAlign w:val="center"/>
          </w:tcPr>
          <w:p w14:paraId="5E026DDB" w14:textId="77777777" w:rsidR="0085747A" w:rsidRPr="00384256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E3D46A6" w14:textId="77777777" w:rsidR="0085747A" w:rsidRPr="00384256" w:rsidRDefault="00644842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 xml:space="preserve">Opanowanie podstawowych zasad diagnozy funkcjonalnej </w:t>
            </w:r>
            <w:proofErr w:type="spellStart"/>
            <w:r w:rsidR="00C12D78" w:rsidRPr="00384256">
              <w:rPr>
                <w:b w:val="0"/>
                <w:sz w:val="24"/>
                <w:szCs w:val="24"/>
              </w:rPr>
              <w:t>dzieci</w:t>
            </w:r>
            <w:r w:rsidR="00384256">
              <w:rPr>
                <w:b w:val="0"/>
                <w:sz w:val="24"/>
                <w:szCs w:val="24"/>
              </w:rPr>
              <w:t>z</w:t>
            </w:r>
            <w:proofErr w:type="spellEnd"/>
            <w:r w:rsidR="00384256">
              <w:rPr>
                <w:b w:val="0"/>
                <w:sz w:val="24"/>
                <w:szCs w:val="24"/>
              </w:rPr>
              <w:t xml:space="preserve"> zaburzeniami </w:t>
            </w:r>
            <w:r w:rsidRPr="00384256">
              <w:rPr>
                <w:b w:val="0"/>
                <w:sz w:val="24"/>
                <w:szCs w:val="24"/>
              </w:rPr>
              <w:t>z</w:t>
            </w:r>
            <w:r w:rsidR="003E3974" w:rsidRPr="00384256">
              <w:rPr>
                <w:b w:val="0"/>
                <w:sz w:val="24"/>
                <w:szCs w:val="24"/>
              </w:rPr>
              <w:t>e spektrum autyzmu</w:t>
            </w:r>
            <w:r w:rsidR="005B3E34">
              <w:rPr>
                <w:b w:val="0"/>
                <w:sz w:val="24"/>
                <w:szCs w:val="24"/>
              </w:rPr>
              <w:t>.</w:t>
            </w:r>
          </w:p>
        </w:tc>
      </w:tr>
      <w:tr w:rsidR="0085747A" w:rsidRPr="00384256" w14:paraId="0D776D0B" w14:textId="77777777" w:rsidTr="00644842">
        <w:tc>
          <w:tcPr>
            <w:tcW w:w="843" w:type="dxa"/>
            <w:vAlign w:val="center"/>
          </w:tcPr>
          <w:p w14:paraId="41C8F7AE" w14:textId="77777777" w:rsidR="0085747A" w:rsidRPr="00384256" w:rsidRDefault="00644842" w:rsidP="009C54A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384256">
              <w:rPr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5D2A7AD" w14:textId="77777777" w:rsidR="0085747A" w:rsidRPr="00384256" w:rsidRDefault="00644842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384256">
              <w:rPr>
                <w:b w:val="0"/>
                <w:sz w:val="24"/>
                <w:szCs w:val="24"/>
              </w:rPr>
              <w:t>Zapoznanie z podstawowymi narzędziami diagnostycznymi</w:t>
            </w:r>
            <w:r w:rsidR="00880FE9" w:rsidRPr="00384256">
              <w:rPr>
                <w:b w:val="0"/>
                <w:sz w:val="24"/>
                <w:szCs w:val="24"/>
              </w:rPr>
              <w:t xml:space="preserve"> wykorzystywanymi</w:t>
            </w:r>
            <w:r w:rsidR="00880FE9" w:rsidRPr="00384256">
              <w:rPr>
                <w:b w:val="0"/>
                <w:sz w:val="24"/>
                <w:szCs w:val="24"/>
              </w:rPr>
              <w:br/>
              <w:t xml:space="preserve">w pracy z dziećmi </w:t>
            </w:r>
            <w:r w:rsidR="003E3974" w:rsidRPr="00384256">
              <w:rPr>
                <w:b w:val="0"/>
                <w:sz w:val="24"/>
                <w:szCs w:val="24"/>
              </w:rPr>
              <w:t>ze spektrum autyzmu</w:t>
            </w:r>
            <w:r w:rsidR="005B3E34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399F06A1" w14:textId="77777777" w:rsidR="0085747A" w:rsidRPr="00384256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4CE1AD8" w14:textId="77777777" w:rsidR="001D7B54" w:rsidRPr="00384256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84256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384256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384256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384256">
        <w:rPr>
          <w:rFonts w:ascii="Times New Roman" w:hAnsi="Times New Roman"/>
          <w:b/>
          <w:sz w:val="24"/>
          <w:szCs w:val="24"/>
        </w:rPr>
        <w:t>dla przedmiotu</w:t>
      </w:r>
    </w:p>
    <w:p w14:paraId="11E88778" w14:textId="77777777" w:rsidR="001D7B54" w:rsidRPr="00384256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84256" w14:paraId="428C3C07" w14:textId="77777777" w:rsidTr="004224DA">
        <w:tc>
          <w:tcPr>
            <w:tcW w:w="1681" w:type="dxa"/>
            <w:vAlign w:val="center"/>
          </w:tcPr>
          <w:p w14:paraId="20A1C683" w14:textId="77777777" w:rsidR="0085747A" w:rsidRPr="0038425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84256">
              <w:rPr>
                <w:smallCaps w:val="0"/>
                <w:szCs w:val="24"/>
              </w:rPr>
              <w:t>EK</w:t>
            </w:r>
            <w:r w:rsidR="00A84C85" w:rsidRPr="00384256">
              <w:rPr>
                <w:b w:val="0"/>
                <w:smallCaps w:val="0"/>
                <w:szCs w:val="24"/>
              </w:rPr>
              <w:t xml:space="preserve"> (</w:t>
            </w:r>
            <w:r w:rsidR="00C05F44" w:rsidRPr="00384256">
              <w:rPr>
                <w:b w:val="0"/>
                <w:smallCaps w:val="0"/>
                <w:szCs w:val="24"/>
              </w:rPr>
              <w:t>efekt uczenia się</w:t>
            </w:r>
            <w:r w:rsidR="00B82308" w:rsidRPr="00384256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94940BD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384256">
              <w:rPr>
                <w:b w:val="0"/>
                <w:smallCaps w:val="0"/>
                <w:szCs w:val="24"/>
              </w:rPr>
              <w:t xml:space="preserve">uczenia się </w:t>
            </w:r>
            <w:r w:rsidRPr="00384256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  <w:p w14:paraId="0A4598DC" w14:textId="77777777" w:rsidR="005B3E34" w:rsidRDefault="005B3E34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B05EFB0" w14:textId="77777777" w:rsidR="005B3E34" w:rsidRPr="00384256" w:rsidRDefault="005B3E34" w:rsidP="005B3E3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1DC8FC85" w14:textId="77777777" w:rsidR="0085747A" w:rsidRPr="0038425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384256">
              <w:rPr>
                <w:b w:val="0"/>
                <w:smallCaps w:val="0"/>
                <w:szCs w:val="24"/>
              </w:rPr>
              <w:t>efektów  kierunkowych</w:t>
            </w:r>
            <w:proofErr w:type="gramEnd"/>
            <w:r w:rsidR="0030395F" w:rsidRPr="00384256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4224DA" w:rsidRPr="00384256" w14:paraId="51A31629" w14:textId="77777777" w:rsidTr="004224DA">
        <w:tc>
          <w:tcPr>
            <w:tcW w:w="1681" w:type="dxa"/>
          </w:tcPr>
          <w:p w14:paraId="18E7BDD9" w14:textId="77777777" w:rsidR="004224DA" w:rsidRPr="00384256" w:rsidRDefault="004224DA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EK</w:t>
            </w:r>
            <w:r w:rsidRPr="00384256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D6AF77D" w14:textId="12708251" w:rsidR="004224DA" w:rsidRPr="00384256" w:rsidRDefault="0038460A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 stopniu pogłębionym scharakteryzuje</w:t>
            </w:r>
            <w:r w:rsidR="005660F3" w:rsidRPr="00384256">
              <w:rPr>
                <w:b w:val="0"/>
                <w:smallCaps w:val="0"/>
                <w:szCs w:val="24"/>
              </w:rPr>
              <w:t xml:space="preserve"> objawy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="0072743E" w:rsidRPr="00384256">
              <w:rPr>
                <w:b w:val="0"/>
                <w:smallCaps w:val="0"/>
                <w:szCs w:val="24"/>
              </w:rPr>
              <w:t xml:space="preserve">spektrum autyzmu </w:t>
            </w:r>
            <w:r w:rsidR="005660F3" w:rsidRPr="00384256">
              <w:rPr>
                <w:b w:val="0"/>
                <w:smallCaps w:val="0"/>
                <w:szCs w:val="24"/>
              </w:rPr>
              <w:t>oraz narzędzia</w:t>
            </w:r>
            <w:r w:rsidR="004224DA" w:rsidRPr="00384256">
              <w:rPr>
                <w:b w:val="0"/>
                <w:smallCaps w:val="0"/>
                <w:szCs w:val="24"/>
              </w:rPr>
              <w:t xml:space="preserve"> </w:t>
            </w:r>
            <w:r>
              <w:rPr>
                <w:b w:val="0"/>
                <w:smallCaps w:val="0"/>
                <w:szCs w:val="24"/>
              </w:rPr>
              <w:t xml:space="preserve">specjalistyczne </w:t>
            </w:r>
            <w:r w:rsidR="0072743E" w:rsidRPr="00384256">
              <w:rPr>
                <w:b w:val="0"/>
                <w:smallCaps w:val="0"/>
                <w:szCs w:val="24"/>
              </w:rPr>
              <w:t>wykorzystywane w jego diagnozie</w:t>
            </w:r>
          </w:p>
        </w:tc>
        <w:tc>
          <w:tcPr>
            <w:tcW w:w="1865" w:type="dxa"/>
          </w:tcPr>
          <w:p w14:paraId="5BA53F17" w14:textId="77777777" w:rsidR="004224DA" w:rsidRPr="00384256" w:rsidRDefault="004224DA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K_W16</w:t>
            </w:r>
          </w:p>
          <w:p w14:paraId="6D723689" w14:textId="77777777" w:rsidR="00EC4177" w:rsidRPr="00384256" w:rsidRDefault="00EC4177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K_U</w:t>
            </w:r>
            <w:r w:rsidR="007D2EC5">
              <w:rPr>
                <w:b w:val="0"/>
                <w:smallCaps w:val="0"/>
                <w:szCs w:val="24"/>
              </w:rPr>
              <w:t>20</w:t>
            </w:r>
          </w:p>
        </w:tc>
      </w:tr>
      <w:tr w:rsidR="004224DA" w:rsidRPr="00384256" w14:paraId="79CAA70B" w14:textId="77777777" w:rsidTr="004224DA">
        <w:tc>
          <w:tcPr>
            <w:tcW w:w="1681" w:type="dxa"/>
          </w:tcPr>
          <w:p w14:paraId="78960E6A" w14:textId="77777777" w:rsidR="004224DA" w:rsidRPr="00384256" w:rsidRDefault="004224DA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FB3EB73" w14:textId="51B801A0" w:rsidR="004224DA" w:rsidRPr="00384256" w:rsidRDefault="005B3E34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="004224DA" w:rsidRPr="00384256">
              <w:rPr>
                <w:b w:val="0"/>
                <w:smallCaps w:val="0"/>
                <w:szCs w:val="24"/>
              </w:rPr>
              <w:t xml:space="preserve">otrafi zaobserwować i zdiagnozować </w:t>
            </w:r>
            <w:r w:rsidR="0038460A">
              <w:rPr>
                <w:b w:val="0"/>
                <w:smallCaps w:val="0"/>
                <w:szCs w:val="24"/>
              </w:rPr>
              <w:t xml:space="preserve">złożone </w:t>
            </w:r>
            <w:r w:rsidR="004224DA" w:rsidRPr="00384256">
              <w:rPr>
                <w:b w:val="0"/>
                <w:smallCaps w:val="0"/>
                <w:szCs w:val="24"/>
              </w:rPr>
              <w:t xml:space="preserve">objawy </w:t>
            </w:r>
            <w:r w:rsidR="003E3974" w:rsidRPr="00384256">
              <w:rPr>
                <w:b w:val="0"/>
                <w:smallCaps w:val="0"/>
                <w:szCs w:val="24"/>
              </w:rPr>
              <w:t>spektrum autyzmu</w:t>
            </w:r>
            <w:r w:rsidR="004224DA" w:rsidRPr="00384256">
              <w:rPr>
                <w:b w:val="0"/>
                <w:smallCaps w:val="0"/>
                <w:szCs w:val="24"/>
              </w:rPr>
              <w:t xml:space="preserve"> u dziecka</w:t>
            </w:r>
            <w:r w:rsidR="008B609F" w:rsidRPr="00384256">
              <w:rPr>
                <w:b w:val="0"/>
                <w:smallCaps w:val="0"/>
                <w:szCs w:val="24"/>
              </w:rPr>
              <w:t xml:space="preserve"> i ocenić poziom jego funkcjonowania w poszczególnych sferach rozwojowych</w:t>
            </w:r>
            <w:r w:rsidR="0038460A">
              <w:rPr>
                <w:b w:val="0"/>
                <w:smallCaps w:val="0"/>
                <w:szCs w:val="24"/>
              </w:rPr>
              <w:t xml:space="preserve"> korzystając z zaawansowanych metod diagnostycznych</w:t>
            </w:r>
          </w:p>
        </w:tc>
        <w:tc>
          <w:tcPr>
            <w:tcW w:w="1865" w:type="dxa"/>
          </w:tcPr>
          <w:p w14:paraId="245C66D5" w14:textId="77777777" w:rsidR="004224DA" w:rsidRDefault="004224DA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K_U0</w:t>
            </w:r>
            <w:r w:rsidR="007D2EC5">
              <w:rPr>
                <w:b w:val="0"/>
                <w:smallCaps w:val="0"/>
                <w:szCs w:val="24"/>
              </w:rPr>
              <w:t>6</w:t>
            </w:r>
          </w:p>
          <w:p w14:paraId="07E1BADF" w14:textId="77777777" w:rsidR="007D2EC5" w:rsidRPr="00384256" w:rsidRDefault="007D2EC5" w:rsidP="004224D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K_U07</w:t>
            </w:r>
          </w:p>
        </w:tc>
      </w:tr>
      <w:tr w:rsidR="0085747A" w:rsidRPr="00384256" w14:paraId="6A50FB15" w14:textId="77777777" w:rsidTr="004224DA">
        <w:tc>
          <w:tcPr>
            <w:tcW w:w="1681" w:type="dxa"/>
          </w:tcPr>
          <w:p w14:paraId="6E774D60" w14:textId="77777777" w:rsidR="0085747A" w:rsidRPr="0038425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EK_</w:t>
            </w:r>
            <w:r w:rsidR="00210E73" w:rsidRPr="00384256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1E049CB" w14:textId="77777777" w:rsidR="0085747A" w:rsidRPr="00384256" w:rsidRDefault="005B3E34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</w:t>
            </w:r>
            <w:r w:rsidR="0072743E" w:rsidRPr="00384256">
              <w:rPr>
                <w:b w:val="0"/>
                <w:smallCaps w:val="0"/>
                <w:szCs w:val="24"/>
              </w:rPr>
              <w:t xml:space="preserve">obierze adekwatne </w:t>
            </w:r>
            <w:r w:rsidR="00EC4177" w:rsidRPr="00384256">
              <w:rPr>
                <w:b w:val="0"/>
                <w:smallCaps w:val="0"/>
                <w:szCs w:val="24"/>
              </w:rPr>
              <w:t xml:space="preserve">metody pracy i </w:t>
            </w:r>
            <w:r w:rsidR="004224DA" w:rsidRPr="00384256">
              <w:rPr>
                <w:b w:val="0"/>
                <w:smallCaps w:val="0"/>
                <w:szCs w:val="24"/>
              </w:rPr>
              <w:t>narzędzia diagnostyczne</w:t>
            </w:r>
            <w:r w:rsidR="00EC4177" w:rsidRPr="00384256">
              <w:rPr>
                <w:b w:val="0"/>
                <w:smallCaps w:val="0"/>
                <w:szCs w:val="24"/>
              </w:rPr>
              <w:t xml:space="preserve"> w relacji do dziecka z</w:t>
            </w:r>
            <w:r w:rsidR="003E3974" w:rsidRPr="00384256">
              <w:rPr>
                <w:b w:val="0"/>
                <w:smallCaps w:val="0"/>
                <w:szCs w:val="24"/>
              </w:rPr>
              <w:t>e spektrum autyzmu</w:t>
            </w:r>
          </w:p>
        </w:tc>
        <w:tc>
          <w:tcPr>
            <w:tcW w:w="1865" w:type="dxa"/>
          </w:tcPr>
          <w:p w14:paraId="447BDC91" w14:textId="77777777" w:rsidR="0085747A" w:rsidRPr="00384256" w:rsidRDefault="004224D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K_U06</w:t>
            </w:r>
          </w:p>
          <w:p w14:paraId="5EC98F33" w14:textId="77777777" w:rsidR="00EC4177" w:rsidRPr="00384256" w:rsidRDefault="00EC417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K_U1</w:t>
            </w:r>
            <w:r w:rsidR="007D2EC5">
              <w:rPr>
                <w:b w:val="0"/>
                <w:smallCaps w:val="0"/>
                <w:szCs w:val="24"/>
              </w:rPr>
              <w:t>2</w:t>
            </w:r>
          </w:p>
          <w:p w14:paraId="75878046" w14:textId="77777777" w:rsidR="00EC4177" w:rsidRPr="00384256" w:rsidRDefault="00EC417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K_K</w:t>
            </w:r>
            <w:r w:rsidR="007D2EC5">
              <w:rPr>
                <w:b w:val="0"/>
                <w:smallCaps w:val="0"/>
                <w:szCs w:val="24"/>
              </w:rPr>
              <w:t>11</w:t>
            </w:r>
          </w:p>
        </w:tc>
      </w:tr>
    </w:tbl>
    <w:p w14:paraId="3FBD45FF" w14:textId="77777777" w:rsidR="0085747A" w:rsidRPr="00384256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5B331AA8" w14:textId="77777777" w:rsidR="0085747A" w:rsidRPr="00384256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384256">
        <w:rPr>
          <w:rFonts w:ascii="Times New Roman" w:hAnsi="Times New Roman"/>
          <w:b/>
          <w:sz w:val="24"/>
          <w:szCs w:val="24"/>
        </w:rPr>
        <w:t>3.3</w:t>
      </w:r>
      <w:r w:rsidR="0085747A" w:rsidRPr="00384256">
        <w:rPr>
          <w:rFonts w:ascii="Times New Roman" w:hAnsi="Times New Roman"/>
          <w:b/>
          <w:sz w:val="24"/>
          <w:szCs w:val="24"/>
        </w:rPr>
        <w:t>T</w:t>
      </w:r>
      <w:r w:rsidR="001D7B54" w:rsidRPr="00384256">
        <w:rPr>
          <w:rFonts w:ascii="Times New Roman" w:hAnsi="Times New Roman"/>
          <w:b/>
          <w:sz w:val="24"/>
          <w:szCs w:val="24"/>
        </w:rPr>
        <w:t xml:space="preserve">reści programowe </w:t>
      </w:r>
    </w:p>
    <w:p w14:paraId="529282C3" w14:textId="77777777" w:rsidR="00675843" w:rsidRPr="005B3E3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84256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4256" w14:paraId="33C1B088" w14:textId="77777777" w:rsidTr="00384256">
        <w:tc>
          <w:tcPr>
            <w:tcW w:w="9520" w:type="dxa"/>
          </w:tcPr>
          <w:p w14:paraId="59AF439C" w14:textId="77777777" w:rsidR="0085747A" w:rsidRPr="00384256" w:rsidRDefault="0085747A" w:rsidP="005B3E3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384256" w14:paraId="56D9C276" w14:textId="77777777" w:rsidTr="009D1A59">
        <w:trPr>
          <w:trHeight w:val="288"/>
        </w:trPr>
        <w:tc>
          <w:tcPr>
            <w:tcW w:w="9520" w:type="dxa"/>
          </w:tcPr>
          <w:p w14:paraId="289E2AB9" w14:textId="77777777" w:rsidR="0085747A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7B061F1A" w14:textId="77777777" w:rsidR="0085747A" w:rsidRPr="00384256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E41A6A" w14:textId="77777777" w:rsidR="0085747A" w:rsidRPr="005B3E3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84256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384256">
        <w:rPr>
          <w:rFonts w:ascii="Times New Roman" w:hAnsi="Times New Roman"/>
          <w:sz w:val="24"/>
          <w:szCs w:val="24"/>
        </w:rPr>
        <w:t xml:space="preserve">, </w:t>
      </w:r>
      <w:r w:rsidRPr="00384256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84256" w14:paraId="08954DDC" w14:textId="77777777" w:rsidTr="00F56959">
        <w:tc>
          <w:tcPr>
            <w:tcW w:w="9520" w:type="dxa"/>
          </w:tcPr>
          <w:p w14:paraId="2DD612A0" w14:textId="77777777" w:rsidR="0085747A" w:rsidRPr="00384256" w:rsidRDefault="0085747A" w:rsidP="005B3E3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384256" w:rsidRPr="00384256" w14:paraId="2AA0C051" w14:textId="77777777" w:rsidTr="00F56959">
        <w:tc>
          <w:tcPr>
            <w:tcW w:w="9520" w:type="dxa"/>
          </w:tcPr>
          <w:p w14:paraId="62D89A35" w14:textId="77777777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Kryteria diagnostyczne zaburzeń ze spektrum autyzmu (ASD) w klasyfikacjach DSM-5, ICD-10 oraz ICD-11.</w:t>
            </w:r>
          </w:p>
        </w:tc>
      </w:tr>
      <w:tr w:rsidR="00384256" w:rsidRPr="00384256" w14:paraId="0C5F8605" w14:textId="77777777" w:rsidTr="00F56959">
        <w:tc>
          <w:tcPr>
            <w:tcW w:w="9520" w:type="dxa"/>
          </w:tcPr>
          <w:p w14:paraId="73FEADD4" w14:textId="77777777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Ogólne z</w:t>
            </w:r>
            <w:r w:rsidR="005B3E34">
              <w:rPr>
                <w:rFonts w:ascii="Times New Roman" w:hAnsi="Times New Roman"/>
                <w:sz w:val="24"/>
                <w:szCs w:val="24"/>
              </w:rPr>
              <w:t>ałożenia diagnozy funkcjonalnej.</w:t>
            </w:r>
          </w:p>
        </w:tc>
      </w:tr>
      <w:tr w:rsidR="00384256" w:rsidRPr="00384256" w14:paraId="25A78429" w14:textId="77777777" w:rsidTr="00F56959">
        <w:tc>
          <w:tcPr>
            <w:tcW w:w="9520" w:type="dxa"/>
          </w:tcPr>
          <w:p w14:paraId="47A525CA" w14:textId="77777777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Metody i narzędzia diagnostyczne wykorzystywane w diagnozie funkcjonalnej dzieci z zaburzeniami ze spektrum autyzmu.</w:t>
            </w:r>
          </w:p>
        </w:tc>
      </w:tr>
      <w:tr w:rsidR="00384256" w:rsidRPr="00384256" w14:paraId="791D463A" w14:textId="77777777" w:rsidTr="00F56959">
        <w:tc>
          <w:tcPr>
            <w:tcW w:w="9520" w:type="dxa"/>
          </w:tcPr>
          <w:p w14:paraId="2685E134" w14:textId="1527E432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 xml:space="preserve">Etyczne aspekty działań diagnostycznych wobec dzieci </w:t>
            </w:r>
            <w:r w:rsidR="00CC5C7B">
              <w:rPr>
                <w:rFonts w:ascii="Times New Roman" w:hAnsi="Times New Roman"/>
                <w:sz w:val="24"/>
                <w:szCs w:val="24"/>
              </w:rPr>
              <w:t xml:space="preserve">z zaburzeniami </w:t>
            </w:r>
            <w:r w:rsidRPr="00384256">
              <w:rPr>
                <w:rFonts w:ascii="Times New Roman" w:hAnsi="Times New Roman"/>
                <w:sz w:val="24"/>
                <w:szCs w:val="24"/>
              </w:rPr>
              <w:t>ze spektrum autyzmu.</w:t>
            </w:r>
          </w:p>
        </w:tc>
      </w:tr>
      <w:tr w:rsidR="00384256" w:rsidRPr="00384256" w14:paraId="19A089E7" w14:textId="77777777" w:rsidTr="00F56959">
        <w:tc>
          <w:tcPr>
            <w:tcW w:w="9520" w:type="dxa"/>
          </w:tcPr>
          <w:p w14:paraId="731C2411" w14:textId="77777777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Przekazywanie informacji diagnostycznych rodzicom, opiekunom i nauczycielom dzieci ze spektrum autyzmu. Diagnoza funkcjonalna a program terapeutyczny i jego realizacja.</w:t>
            </w:r>
          </w:p>
        </w:tc>
      </w:tr>
      <w:tr w:rsidR="00384256" w:rsidRPr="00384256" w14:paraId="5E37DEB4" w14:textId="77777777" w:rsidTr="00F56959">
        <w:tc>
          <w:tcPr>
            <w:tcW w:w="9520" w:type="dxa"/>
          </w:tcPr>
          <w:p w14:paraId="3ED721C9" w14:textId="77777777" w:rsidR="00384256" w:rsidRPr="00384256" w:rsidRDefault="00384256" w:rsidP="005B3E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Studia przypadku.</w:t>
            </w:r>
          </w:p>
        </w:tc>
      </w:tr>
    </w:tbl>
    <w:p w14:paraId="2067928F" w14:textId="77777777" w:rsidR="0085747A" w:rsidRPr="00384256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406E3265" w14:textId="77777777" w:rsidR="0085747A" w:rsidRPr="00384256" w:rsidRDefault="009F4610" w:rsidP="005B3E34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384256">
        <w:rPr>
          <w:smallCaps w:val="0"/>
          <w:szCs w:val="24"/>
        </w:rPr>
        <w:t>3.4 Metody dydaktyczne</w:t>
      </w:r>
    </w:p>
    <w:p w14:paraId="5E901A3E" w14:textId="7C910BC5" w:rsidR="0085747A" w:rsidRPr="005B3E34" w:rsidRDefault="009D1A59" w:rsidP="005B3E34">
      <w:pPr>
        <w:pStyle w:val="Punktygwne"/>
        <w:spacing w:before="0" w:after="0"/>
        <w:jc w:val="both"/>
        <w:rPr>
          <w:iCs/>
          <w:szCs w:val="24"/>
        </w:rPr>
      </w:pPr>
      <w:r>
        <w:rPr>
          <w:b w:val="0"/>
          <w:iCs/>
          <w:smallCaps w:val="0"/>
          <w:szCs w:val="24"/>
        </w:rPr>
        <w:lastRenderedPageBreak/>
        <w:t xml:space="preserve">Ćwiczenia: </w:t>
      </w:r>
      <w:r w:rsidRPr="00384256">
        <w:rPr>
          <w:b w:val="0"/>
          <w:iCs/>
          <w:smallCaps w:val="0"/>
          <w:szCs w:val="24"/>
        </w:rPr>
        <w:t>prezentacj</w:t>
      </w:r>
      <w:r>
        <w:rPr>
          <w:b w:val="0"/>
          <w:iCs/>
          <w:smallCaps w:val="0"/>
          <w:szCs w:val="24"/>
        </w:rPr>
        <w:t>a</w:t>
      </w:r>
      <w:r w:rsidR="00CC5C7B">
        <w:rPr>
          <w:b w:val="0"/>
          <w:iCs/>
          <w:smallCaps w:val="0"/>
          <w:szCs w:val="24"/>
        </w:rPr>
        <w:t xml:space="preserve"> </w:t>
      </w:r>
      <w:r w:rsidRPr="00384256">
        <w:rPr>
          <w:b w:val="0"/>
          <w:iCs/>
          <w:smallCaps w:val="0"/>
          <w:szCs w:val="24"/>
        </w:rPr>
        <w:t>multimedialn</w:t>
      </w:r>
      <w:r>
        <w:rPr>
          <w:b w:val="0"/>
          <w:iCs/>
          <w:smallCaps w:val="0"/>
          <w:szCs w:val="24"/>
        </w:rPr>
        <w:t>a</w:t>
      </w:r>
      <w:r w:rsidR="00923D7D" w:rsidRPr="00384256">
        <w:rPr>
          <w:b w:val="0"/>
          <w:iCs/>
          <w:smallCaps w:val="0"/>
          <w:szCs w:val="24"/>
        </w:rPr>
        <w:t>,</w:t>
      </w:r>
      <w:r w:rsidR="00CC5C7B">
        <w:rPr>
          <w:b w:val="0"/>
          <w:iCs/>
          <w:smallCaps w:val="0"/>
          <w:szCs w:val="24"/>
        </w:rPr>
        <w:t xml:space="preserve"> </w:t>
      </w:r>
      <w:r w:rsidR="00762BA3" w:rsidRPr="00384256">
        <w:rPr>
          <w:b w:val="0"/>
          <w:iCs/>
          <w:smallCaps w:val="0"/>
          <w:szCs w:val="24"/>
        </w:rPr>
        <w:t xml:space="preserve">studium przypadku, </w:t>
      </w:r>
      <w:r w:rsidR="0085747A" w:rsidRPr="00384256">
        <w:rPr>
          <w:b w:val="0"/>
          <w:iCs/>
          <w:smallCaps w:val="0"/>
          <w:szCs w:val="24"/>
        </w:rPr>
        <w:t xml:space="preserve">metody kształcenia na odległość </w:t>
      </w:r>
      <w:r w:rsidR="00762BA3" w:rsidRPr="00384256">
        <w:rPr>
          <w:b w:val="0"/>
          <w:iCs/>
          <w:smallCaps w:val="0"/>
          <w:szCs w:val="24"/>
        </w:rPr>
        <w:t>(z wykorzystaniem MS Teams)</w:t>
      </w:r>
      <w:r>
        <w:rPr>
          <w:b w:val="0"/>
          <w:iCs/>
          <w:smallCaps w:val="0"/>
          <w:szCs w:val="24"/>
        </w:rPr>
        <w:t>, praca w grupie, analiza tekstów</w:t>
      </w:r>
    </w:p>
    <w:p w14:paraId="594B9649" w14:textId="77777777" w:rsidR="00A00C90" w:rsidRDefault="00A00C90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3D15F96" w14:textId="77777777" w:rsidR="0085747A" w:rsidRPr="0038425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4. </w:t>
      </w:r>
      <w:r w:rsidR="0085747A" w:rsidRPr="00384256">
        <w:rPr>
          <w:smallCaps w:val="0"/>
          <w:szCs w:val="24"/>
        </w:rPr>
        <w:t>METODY I KRYTERIA OCENY</w:t>
      </w:r>
    </w:p>
    <w:p w14:paraId="524CDB00" w14:textId="77777777" w:rsidR="00923D7D" w:rsidRPr="0038425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97A8336" w14:textId="77777777" w:rsidR="0085747A" w:rsidRPr="00384256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4.1 Sposoby weryfikacji efektów </w:t>
      </w:r>
      <w:r w:rsidR="00C05F44" w:rsidRPr="00384256">
        <w:rPr>
          <w:smallCaps w:val="0"/>
          <w:szCs w:val="24"/>
        </w:rPr>
        <w:t>uczenia się</w:t>
      </w:r>
    </w:p>
    <w:p w14:paraId="1C08A442" w14:textId="77777777" w:rsidR="0085747A" w:rsidRPr="0038425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84256" w14:paraId="5762E4F9" w14:textId="77777777" w:rsidTr="003D5777">
        <w:tc>
          <w:tcPr>
            <w:tcW w:w="1962" w:type="dxa"/>
            <w:vAlign w:val="center"/>
          </w:tcPr>
          <w:p w14:paraId="12923233" w14:textId="77777777" w:rsidR="0085747A" w:rsidRPr="00384256" w:rsidRDefault="0071620A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9C872D" w14:textId="77777777" w:rsidR="0085747A" w:rsidRPr="00384256" w:rsidRDefault="00F974DA" w:rsidP="005B3E34">
            <w:pPr>
              <w:spacing w:after="0"/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8FA891D" w14:textId="77777777" w:rsidR="0085747A" w:rsidRPr="00384256" w:rsidRDefault="009F4610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85747A" w:rsidRPr="00384256">
              <w:rPr>
                <w:rFonts w:ascii="Times New Roman" w:hAnsi="Times New Roman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E6AE71D" w14:textId="77777777" w:rsidR="00923D7D" w:rsidRPr="00384256" w:rsidRDefault="0085747A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 xml:space="preserve">Forma zajęć dydaktycznych </w:t>
            </w:r>
          </w:p>
          <w:p w14:paraId="76312B9C" w14:textId="77777777" w:rsidR="0085747A" w:rsidRPr="00384256" w:rsidRDefault="0085747A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(w, ćw, …)</w:t>
            </w:r>
          </w:p>
        </w:tc>
      </w:tr>
      <w:tr w:rsidR="0085747A" w:rsidRPr="00384256" w14:paraId="6D8C4F1A" w14:textId="77777777" w:rsidTr="003D5777">
        <w:tc>
          <w:tcPr>
            <w:tcW w:w="1962" w:type="dxa"/>
          </w:tcPr>
          <w:p w14:paraId="07F7147B" w14:textId="77777777" w:rsidR="0085747A" w:rsidRPr="00384256" w:rsidRDefault="00384256" w:rsidP="005B3E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BD78BF">
              <w:rPr>
                <w:rFonts w:ascii="Times New Roman" w:hAnsi="Times New Roman"/>
                <w:sz w:val="24"/>
                <w:szCs w:val="24"/>
              </w:rPr>
              <w:t>K</w:t>
            </w:r>
            <w:r w:rsidR="0085747A" w:rsidRPr="00384256">
              <w:rPr>
                <w:rFonts w:ascii="Times New Roman" w:hAnsi="Times New Roman"/>
                <w:sz w:val="24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2CD95501" w14:textId="77777777" w:rsidR="0085747A" w:rsidRPr="00384256" w:rsidRDefault="003D5777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289EC22F" w14:textId="77777777" w:rsidR="0085747A" w:rsidRPr="00384256" w:rsidRDefault="00384256" w:rsidP="005B3E3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Cs/>
                <w:sz w:val="24"/>
                <w:szCs w:val="24"/>
              </w:rPr>
              <w:t>ćw</w:t>
            </w:r>
          </w:p>
        </w:tc>
      </w:tr>
      <w:tr w:rsidR="003D5777" w:rsidRPr="00384256" w14:paraId="4412D8EB" w14:textId="77777777" w:rsidTr="003D5777">
        <w:tc>
          <w:tcPr>
            <w:tcW w:w="1962" w:type="dxa"/>
          </w:tcPr>
          <w:p w14:paraId="3AC383F8" w14:textId="77777777" w:rsidR="003D5777" w:rsidRPr="00384256" w:rsidRDefault="00BD78BF" w:rsidP="005B3E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</w:t>
            </w:r>
            <w:r w:rsidR="003D5777" w:rsidRPr="00384256">
              <w:rPr>
                <w:rFonts w:ascii="Times New Roman" w:hAnsi="Times New Roman"/>
                <w:sz w:val="24"/>
                <w:szCs w:val="24"/>
              </w:rPr>
              <w:t>_02</w:t>
            </w:r>
          </w:p>
        </w:tc>
        <w:tc>
          <w:tcPr>
            <w:tcW w:w="5441" w:type="dxa"/>
          </w:tcPr>
          <w:p w14:paraId="79AA8DBE" w14:textId="77777777" w:rsidR="003D5777" w:rsidRPr="00384256" w:rsidRDefault="003D5777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1F0CAB42" w14:textId="77777777" w:rsidR="003D5777" w:rsidRPr="00384256" w:rsidRDefault="00384256" w:rsidP="005B3E3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Cs/>
                <w:sz w:val="24"/>
                <w:szCs w:val="24"/>
              </w:rPr>
              <w:t>ćw</w:t>
            </w:r>
          </w:p>
        </w:tc>
      </w:tr>
      <w:tr w:rsidR="003D5777" w:rsidRPr="00384256" w14:paraId="0C86ED24" w14:textId="77777777" w:rsidTr="003D5777">
        <w:tc>
          <w:tcPr>
            <w:tcW w:w="1962" w:type="dxa"/>
          </w:tcPr>
          <w:p w14:paraId="22189653" w14:textId="77777777" w:rsidR="003D5777" w:rsidRPr="00384256" w:rsidRDefault="003D5777" w:rsidP="005B3E3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E</w:t>
            </w:r>
            <w:r w:rsidR="00BD78BF">
              <w:rPr>
                <w:rFonts w:ascii="Times New Roman" w:hAnsi="Times New Roman"/>
                <w:sz w:val="24"/>
                <w:szCs w:val="24"/>
              </w:rPr>
              <w:t>K</w:t>
            </w:r>
            <w:r w:rsidRPr="00384256">
              <w:rPr>
                <w:rFonts w:ascii="Times New Roman" w:hAnsi="Times New Roman"/>
                <w:sz w:val="24"/>
                <w:szCs w:val="24"/>
              </w:rPr>
              <w:t>_03</w:t>
            </w:r>
          </w:p>
        </w:tc>
        <w:tc>
          <w:tcPr>
            <w:tcW w:w="5441" w:type="dxa"/>
          </w:tcPr>
          <w:p w14:paraId="244BB7A9" w14:textId="77777777" w:rsidR="003D5777" w:rsidRPr="00384256" w:rsidRDefault="003D5777" w:rsidP="005B3E34">
            <w:pPr>
              <w:spacing w:after="0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praca pisemna, obserwacja w trakcie zajęć</w:t>
            </w:r>
          </w:p>
        </w:tc>
        <w:tc>
          <w:tcPr>
            <w:tcW w:w="2117" w:type="dxa"/>
          </w:tcPr>
          <w:p w14:paraId="07D18924" w14:textId="77777777" w:rsidR="003D5777" w:rsidRPr="00384256" w:rsidRDefault="00384256" w:rsidP="005B3E3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Cs/>
                <w:sz w:val="24"/>
                <w:szCs w:val="24"/>
              </w:rPr>
              <w:t>ć</w:t>
            </w:r>
            <w:r w:rsidR="003D5777" w:rsidRPr="00384256">
              <w:rPr>
                <w:rFonts w:ascii="Times New Roman" w:hAnsi="Times New Roman"/>
                <w:bCs/>
                <w:sz w:val="24"/>
                <w:szCs w:val="24"/>
              </w:rPr>
              <w:t>w</w:t>
            </w:r>
          </w:p>
        </w:tc>
      </w:tr>
    </w:tbl>
    <w:p w14:paraId="2F44475C" w14:textId="77777777" w:rsidR="00923D7D" w:rsidRPr="00384256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972609F" w14:textId="77777777" w:rsidR="0085747A" w:rsidRPr="00384256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4.2 </w:t>
      </w:r>
      <w:r w:rsidR="0085747A" w:rsidRPr="00384256">
        <w:rPr>
          <w:smallCaps w:val="0"/>
          <w:szCs w:val="24"/>
        </w:rPr>
        <w:t>Warunki zaliczenia przedmiotu (kryteria oceniania)</w:t>
      </w:r>
    </w:p>
    <w:p w14:paraId="63F1A98C" w14:textId="77777777" w:rsidR="00923D7D" w:rsidRPr="00384256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84256" w14:paraId="21202764" w14:textId="77777777" w:rsidTr="00923D7D">
        <w:tc>
          <w:tcPr>
            <w:tcW w:w="9670" w:type="dxa"/>
          </w:tcPr>
          <w:p w14:paraId="49024E61" w14:textId="77777777" w:rsidR="0085747A" w:rsidRDefault="000E7B6D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z oceną: </w:t>
            </w:r>
            <w:r w:rsidR="005B5251">
              <w:rPr>
                <w:b w:val="0"/>
                <w:smallCaps w:val="0"/>
                <w:szCs w:val="24"/>
              </w:rPr>
              <w:t>A</w:t>
            </w:r>
            <w:r w:rsidR="00E236B5" w:rsidRPr="00384256">
              <w:rPr>
                <w:b w:val="0"/>
                <w:smallCaps w:val="0"/>
                <w:szCs w:val="24"/>
              </w:rPr>
              <w:t>naliza jakościowa pracy pisemnej</w:t>
            </w:r>
            <w:r w:rsidR="007D4326" w:rsidRPr="00384256">
              <w:rPr>
                <w:b w:val="0"/>
                <w:smallCaps w:val="0"/>
                <w:szCs w:val="24"/>
              </w:rPr>
              <w:t>, aktywność w trakcie zajęć</w:t>
            </w:r>
            <w:r w:rsidR="005B3E34">
              <w:rPr>
                <w:b w:val="0"/>
                <w:smallCaps w:val="0"/>
                <w:szCs w:val="24"/>
              </w:rPr>
              <w:t>.</w:t>
            </w:r>
          </w:p>
          <w:p w14:paraId="23BF8EDB" w14:textId="77777777" w:rsidR="00785B6D" w:rsidRPr="00785B6D" w:rsidRDefault="00785B6D" w:rsidP="00785B6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785B6D">
              <w:rPr>
                <w:b w:val="0"/>
                <w:smallCaps w:val="0"/>
                <w:szCs w:val="24"/>
              </w:rPr>
              <w:t>Ocena przeprowadzonego samodzielnie przez studenta badania diagnostycznego i wykonanego na jego podstawie studium przypadku</w:t>
            </w:r>
          </w:p>
          <w:p w14:paraId="06D83557" w14:textId="01BBED68" w:rsidR="00785B6D" w:rsidRPr="00785B6D" w:rsidRDefault="00785B6D" w:rsidP="00785B6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785B6D">
              <w:rPr>
                <w:b w:val="0"/>
                <w:smallCaps w:val="0"/>
                <w:szCs w:val="24"/>
              </w:rPr>
              <w:t xml:space="preserve">Ocena sposobu wykonania zadań indywidualnych i grupowych w trakcie </w:t>
            </w:r>
            <w:r>
              <w:rPr>
                <w:b w:val="0"/>
                <w:smallCaps w:val="0"/>
                <w:szCs w:val="24"/>
              </w:rPr>
              <w:t>ćwiczeń</w:t>
            </w:r>
          </w:p>
          <w:p w14:paraId="2F82EC8D" w14:textId="232C4619" w:rsidR="00785B6D" w:rsidRPr="00785B6D" w:rsidRDefault="00785B6D" w:rsidP="00785B6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785B6D">
              <w:rPr>
                <w:b w:val="0"/>
                <w:smallCaps w:val="0"/>
                <w:szCs w:val="24"/>
              </w:rPr>
              <w:t>Wykonanie zada</w:t>
            </w:r>
            <w:r>
              <w:rPr>
                <w:b w:val="0"/>
                <w:smallCaps w:val="0"/>
                <w:szCs w:val="24"/>
              </w:rPr>
              <w:t>nia</w:t>
            </w:r>
            <w:r w:rsidRPr="00785B6D">
              <w:rPr>
                <w:b w:val="0"/>
                <w:smallCaps w:val="0"/>
                <w:szCs w:val="24"/>
              </w:rPr>
              <w:t xml:space="preserve"> domow</w:t>
            </w:r>
            <w:r>
              <w:rPr>
                <w:b w:val="0"/>
                <w:smallCaps w:val="0"/>
                <w:szCs w:val="24"/>
              </w:rPr>
              <w:t>ego</w:t>
            </w:r>
            <w:r w:rsidRPr="00785B6D">
              <w:rPr>
                <w:b w:val="0"/>
                <w:smallCaps w:val="0"/>
                <w:szCs w:val="24"/>
              </w:rPr>
              <w:t xml:space="preserve"> – przeprowadzenie analizy i interpretacji materiału z badania psychologicznego </w:t>
            </w:r>
            <w:r>
              <w:rPr>
                <w:b w:val="0"/>
                <w:smallCaps w:val="0"/>
                <w:szCs w:val="24"/>
              </w:rPr>
              <w:t>wykorzystującego narzędzia do diagnozy funkcjonalnej</w:t>
            </w:r>
          </w:p>
          <w:p w14:paraId="4CB99B90" w14:textId="77777777" w:rsidR="00785B6D" w:rsidRPr="00785B6D" w:rsidRDefault="00785B6D" w:rsidP="00785B6D">
            <w:pPr>
              <w:pStyle w:val="Punktygwne"/>
              <w:spacing w:after="0"/>
              <w:rPr>
                <w:b w:val="0"/>
                <w:smallCaps w:val="0"/>
                <w:szCs w:val="24"/>
              </w:rPr>
            </w:pPr>
            <w:r w:rsidRPr="00785B6D">
              <w:rPr>
                <w:b w:val="0"/>
                <w:smallCaps w:val="0"/>
                <w:szCs w:val="24"/>
              </w:rPr>
              <w:t xml:space="preserve">Ocena na podstawie obserwacji pracy w grupie, sposobu i jakości pracy, wywiązywania się </w:t>
            </w:r>
          </w:p>
          <w:p w14:paraId="0EA8FEF8" w14:textId="0791C1F3" w:rsidR="00785B6D" w:rsidRDefault="00785B6D" w:rsidP="00AF4EE2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785B6D">
              <w:rPr>
                <w:b w:val="0"/>
                <w:smallCaps w:val="0"/>
                <w:szCs w:val="24"/>
              </w:rPr>
              <w:t>z zadań</w:t>
            </w:r>
          </w:p>
          <w:p w14:paraId="2373160C" w14:textId="77777777" w:rsidR="00A25CFB" w:rsidRDefault="00A25CFB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7885B601" w14:textId="58ED5217" w:rsidR="00705892" w:rsidRDefault="0070589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Kryterium oceny dla pracy pisemnej:</w:t>
            </w:r>
          </w:p>
          <w:p w14:paraId="3CA42B3E" w14:textId="77777777" w:rsidR="004F6715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011BAC24" w14:textId="77777777" w:rsidR="004F6715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1DA7808D" w14:textId="77777777" w:rsidR="004F6715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3DFB5FCA" w14:textId="77777777" w:rsidR="004F6715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6F96A10F" w14:textId="77777777" w:rsidR="004F6715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00ADA85A" w14:textId="77777777" w:rsidR="004F6715" w:rsidRPr="00384256" w:rsidRDefault="004F6715" w:rsidP="004F671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6993DEA0" w14:textId="77777777" w:rsidR="0085747A" w:rsidRPr="0038425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8D08769" w14:textId="77777777" w:rsidR="009F4610" w:rsidRPr="0038425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384256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384256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E7C33A" w14:textId="77777777" w:rsidR="0085747A" w:rsidRPr="0038425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558"/>
      </w:tblGrid>
      <w:tr w:rsidR="0085747A" w:rsidRPr="00384256" w14:paraId="5D676D2F" w14:textId="77777777" w:rsidTr="00B400C2">
        <w:tc>
          <w:tcPr>
            <w:tcW w:w="4962" w:type="dxa"/>
            <w:vAlign w:val="center"/>
          </w:tcPr>
          <w:p w14:paraId="30395A1E" w14:textId="77777777" w:rsidR="0085747A" w:rsidRPr="003842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384256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384256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558" w:type="dxa"/>
            <w:vAlign w:val="center"/>
          </w:tcPr>
          <w:p w14:paraId="234306C5" w14:textId="77777777" w:rsidR="0085747A" w:rsidRPr="003842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384256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Pr="00384256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F11BA8" w:rsidRPr="00384256" w14:paraId="72358770" w14:textId="77777777" w:rsidTr="00B400C2">
        <w:tc>
          <w:tcPr>
            <w:tcW w:w="4962" w:type="dxa"/>
          </w:tcPr>
          <w:p w14:paraId="63D49810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58" w:type="dxa"/>
          </w:tcPr>
          <w:p w14:paraId="6DDA7E8B" w14:textId="77777777" w:rsidR="00F11BA8" w:rsidRPr="00384256" w:rsidRDefault="005B5251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11BA8" w:rsidRPr="00384256" w14:paraId="712674B4" w14:textId="77777777" w:rsidTr="00B400C2">
        <w:tc>
          <w:tcPr>
            <w:tcW w:w="4962" w:type="dxa"/>
          </w:tcPr>
          <w:p w14:paraId="0A99D817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Inne z udziałem nauczyciela akademickiego:</w:t>
            </w:r>
          </w:p>
          <w:p w14:paraId="4B039C55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- udział w konsultacjach</w:t>
            </w:r>
          </w:p>
        </w:tc>
        <w:tc>
          <w:tcPr>
            <w:tcW w:w="4558" w:type="dxa"/>
          </w:tcPr>
          <w:p w14:paraId="649148A3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9C744D" w14:textId="77777777" w:rsidR="00C25C46" w:rsidRPr="00384256" w:rsidRDefault="00582F71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52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11BA8" w:rsidRPr="00384256" w14:paraId="486C5C5A" w14:textId="77777777" w:rsidTr="00B400C2">
        <w:tc>
          <w:tcPr>
            <w:tcW w:w="4962" w:type="dxa"/>
          </w:tcPr>
          <w:p w14:paraId="6B580936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lastRenderedPageBreak/>
              <w:t>Godziny niekontaktowe – praca własna studenta:</w:t>
            </w:r>
          </w:p>
          <w:p w14:paraId="2B664525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 xml:space="preserve">- przygotowanie do zajęć, </w:t>
            </w:r>
          </w:p>
          <w:p w14:paraId="0D775EE8" w14:textId="77777777" w:rsidR="00F11BA8" w:rsidRPr="00384256" w:rsidRDefault="00F11BA8" w:rsidP="00F11BA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- napisanie pracy pisemnej</w:t>
            </w:r>
          </w:p>
        </w:tc>
        <w:tc>
          <w:tcPr>
            <w:tcW w:w="4558" w:type="dxa"/>
          </w:tcPr>
          <w:p w14:paraId="3780A22E" w14:textId="77777777" w:rsidR="00C25C46" w:rsidRPr="00384256" w:rsidRDefault="00C25C46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DA8584" w14:textId="77777777" w:rsidR="00C25C46" w:rsidRPr="00384256" w:rsidRDefault="00582F71" w:rsidP="0074399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14:paraId="46410BBE" w14:textId="77777777" w:rsidR="00C25C46" w:rsidRPr="00384256" w:rsidRDefault="00582F71" w:rsidP="00F11BA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85747A" w:rsidRPr="00384256" w14:paraId="0322594F" w14:textId="77777777" w:rsidTr="00B400C2">
        <w:tc>
          <w:tcPr>
            <w:tcW w:w="4962" w:type="dxa"/>
          </w:tcPr>
          <w:p w14:paraId="001FCADB" w14:textId="77777777" w:rsidR="0085747A" w:rsidRPr="0038425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4256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558" w:type="dxa"/>
          </w:tcPr>
          <w:p w14:paraId="5EB5E516" w14:textId="77777777" w:rsidR="0085747A" w:rsidRPr="00384256" w:rsidRDefault="006543B6" w:rsidP="003F4D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85747A" w:rsidRPr="00384256" w14:paraId="68E42E76" w14:textId="77777777" w:rsidTr="00B400C2">
        <w:tc>
          <w:tcPr>
            <w:tcW w:w="4962" w:type="dxa"/>
          </w:tcPr>
          <w:p w14:paraId="57C8E52B" w14:textId="77777777" w:rsidR="0085747A" w:rsidRPr="0038425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4256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58" w:type="dxa"/>
          </w:tcPr>
          <w:p w14:paraId="510C88AD" w14:textId="77777777" w:rsidR="0085747A" w:rsidRPr="00B400C2" w:rsidRDefault="006543B6" w:rsidP="003F4D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00C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14:paraId="14D74800" w14:textId="77777777" w:rsidR="0085747A" w:rsidRPr="005B525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5B5251">
        <w:rPr>
          <w:b w:val="0"/>
          <w:i/>
          <w:smallCaps w:val="0"/>
          <w:sz w:val="22"/>
        </w:rPr>
        <w:t xml:space="preserve">* </w:t>
      </w:r>
      <w:r w:rsidR="00C61DC5" w:rsidRPr="005B5251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21F1E764" w14:textId="77777777" w:rsidR="003E194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846B46E" w14:textId="77777777" w:rsidR="00B400C2" w:rsidRDefault="00B400C2" w:rsidP="009C54AE">
      <w:pPr>
        <w:pStyle w:val="Punktygwne"/>
        <w:spacing w:before="0" w:after="0"/>
        <w:rPr>
          <w:smallCaps w:val="0"/>
          <w:szCs w:val="24"/>
        </w:rPr>
      </w:pPr>
    </w:p>
    <w:p w14:paraId="2B84B648" w14:textId="77777777" w:rsidR="0085747A" w:rsidRPr="00384256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6. </w:t>
      </w:r>
      <w:r w:rsidR="0085747A" w:rsidRPr="00384256">
        <w:rPr>
          <w:smallCaps w:val="0"/>
          <w:szCs w:val="24"/>
        </w:rPr>
        <w:t>PRAKTYKI ZAWO</w:t>
      </w:r>
      <w:r w:rsidR="009D3F3B" w:rsidRPr="00384256">
        <w:rPr>
          <w:smallCaps w:val="0"/>
          <w:szCs w:val="24"/>
        </w:rPr>
        <w:t>DOWE W RAMACH PRZEDMIOTU</w:t>
      </w:r>
    </w:p>
    <w:p w14:paraId="1D51A53A" w14:textId="77777777" w:rsidR="0085747A" w:rsidRPr="00384256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132"/>
      </w:tblGrid>
      <w:tr w:rsidR="0085747A" w:rsidRPr="00384256" w14:paraId="2F09EFB8" w14:textId="77777777" w:rsidTr="002A1C64">
        <w:trPr>
          <w:trHeight w:val="397"/>
        </w:trPr>
        <w:tc>
          <w:tcPr>
            <w:tcW w:w="4082" w:type="dxa"/>
          </w:tcPr>
          <w:p w14:paraId="603C56F8" w14:textId="77777777" w:rsidR="0085747A" w:rsidRPr="0038425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14:paraId="05E14B14" w14:textId="77777777" w:rsidR="0085747A" w:rsidRPr="005B3E34" w:rsidRDefault="005B3E34" w:rsidP="009C54AE">
            <w:pPr>
              <w:pStyle w:val="Punktygwne"/>
              <w:spacing w:before="0" w:after="0"/>
              <w:rPr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84256" w14:paraId="54C8EED6" w14:textId="77777777" w:rsidTr="002A1C64">
        <w:trPr>
          <w:trHeight w:val="397"/>
        </w:trPr>
        <w:tc>
          <w:tcPr>
            <w:tcW w:w="4082" w:type="dxa"/>
          </w:tcPr>
          <w:p w14:paraId="2B3E3B30" w14:textId="77777777" w:rsidR="0085747A" w:rsidRPr="0038425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14:paraId="0D717602" w14:textId="77777777" w:rsidR="0085747A" w:rsidRPr="005B3E34" w:rsidRDefault="005B3E34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B7F65DA" w14:textId="77777777" w:rsidR="003E1941" w:rsidRPr="00384256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1733B6E" w14:textId="77777777" w:rsidR="0085747A" w:rsidRPr="00384256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384256">
        <w:rPr>
          <w:smallCaps w:val="0"/>
          <w:szCs w:val="24"/>
        </w:rPr>
        <w:t xml:space="preserve">7. </w:t>
      </w:r>
      <w:r w:rsidR="0085747A" w:rsidRPr="00384256">
        <w:rPr>
          <w:smallCaps w:val="0"/>
          <w:szCs w:val="24"/>
        </w:rPr>
        <w:t>LITERATURA</w:t>
      </w:r>
    </w:p>
    <w:p w14:paraId="5CBBBFA1" w14:textId="77777777" w:rsidR="00675843" w:rsidRPr="00384256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5747A" w:rsidRPr="00384256" w14:paraId="5094689A" w14:textId="77777777" w:rsidTr="002A1C64">
        <w:trPr>
          <w:trHeight w:val="397"/>
        </w:trPr>
        <w:tc>
          <w:tcPr>
            <w:tcW w:w="9214" w:type="dxa"/>
          </w:tcPr>
          <w:p w14:paraId="29B36712" w14:textId="77777777" w:rsidR="00845FBC" w:rsidRPr="00F62A96" w:rsidRDefault="0085747A" w:rsidP="00845FBC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F62A96">
              <w:rPr>
                <w:smallCaps w:val="0"/>
                <w:szCs w:val="24"/>
              </w:rPr>
              <w:t>Literatura podstawowa:</w:t>
            </w:r>
          </w:p>
          <w:p w14:paraId="6285E060" w14:textId="77777777" w:rsidR="00F03839" w:rsidRPr="00384256" w:rsidRDefault="006A2731" w:rsidP="00845FB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414E46">
              <w:rPr>
                <w:b w:val="0"/>
                <w:smallCaps w:val="0"/>
                <w:color w:val="000000"/>
                <w:szCs w:val="24"/>
              </w:rPr>
              <w:t xml:space="preserve">Goldstein, S., Ozonoff, </w:t>
            </w:r>
            <w:proofErr w:type="spellStart"/>
            <w:r w:rsidRPr="00414E46">
              <w:rPr>
                <w:b w:val="0"/>
                <w:smallCaps w:val="0"/>
                <w:color w:val="000000"/>
                <w:szCs w:val="24"/>
              </w:rPr>
              <w:t>S.,Naglieri</w:t>
            </w:r>
            <w:proofErr w:type="spellEnd"/>
            <w:r w:rsidRPr="00414E46">
              <w:rPr>
                <w:b w:val="0"/>
                <w:smallCaps w:val="0"/>
                <w:color w:val="000000"/>
                <w:szCs w:val="24"/>
              </w:rPr>
              <w:t>, J</w:t>
            </w:r>
            <w:r w:rsidR="00845FBC" w:rsidRPr="00414E46">
              <w:rPr>
                <w:b w:val="0"/>
                <w:smallCaps w:val="0"/>
                <w:color w:val="000000"/>
                <w:szCs w:val="24"/>
              </w:rPr>
              <w:t>.</w:t>
            </w:r>
            <w:r w:rsidRPr="00414E46">
              <w:rPr>
                <w:b w:val="0"/>
                <w:smallCaps w:val="0"/>
                <w:color w:val="000000"/>
                <w:szCs w:val="24"/>
              </w:rPr>
              <w:t xml:space="preserve">A. </w:t>
            </w:r>
            <w:r w:rsidR="00845FBC" w:rsidRPr="00414E46">
              <w:rPr>
                <w:b w:val="0"/>
                <w:smallCaps w:val="0"/>
                <w:color w:val="000000"/>
                <w:szCs w:val="24"/>
              </w:rPr>
              <w:t>(red.)</w:t>
            </w: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(2017). </w:t>
            </w:r>
            <w:r w:rsidR="00D235F7" w:rsidRPr="0048383A">
              <w:rPr>
                <w:b w:val="0"/>
                <w:i/>
                <w:smallCaps w:val="0"/>
                <w:color w:val="000000"/>
                <w:szCs w:val="24"/>
              </w:rPr>
              <w:t xml:space="preserve">Diagnoza zaburzeń ze spektrum </w:t>
            </w:r>
            <w:proofErr w:type="spellStart"/>
            <w:r w:rsidR="00D235F7" w:rsidRPr="0048383A">
              <w:rPr>
                <w:b w:val="0"/>
                <w:i/>
                <w:smallCaps w:val="0"/>
                <w:color w:val="000000"/>
                <w:szCs w:val="24"/>
              </w:rPr>
              <w:t>autyzmu</w:t>
            </w:r>
            <w:r w:rsidR="00AE12D7" w:rsidRPr="0048383A">
              <w:rPr>
                <w:b w:val="0"/>
                <w:i/>
                <w:smallCaps w:val="0"/>
                <w:color w:val="000000"/>
                <w:szCs w:val="24"/>
              </w:rPr>
              <w:t>.</w:t>
            </w:r>
            <w:r w:rsidR="00B77F21" w:rsidRPr="00384256">
              <w:rPr>
                <w:b w:val="0"/>
                <w:smallCaps w:val="0"/>
                <w:color w:val="000000"/>
                <w:szCs w:val="24"/>
              </w:rPr>
              <w:t>Kraków</w:t>
            </w:r>
            <w:proofErr w:type="spellEnd"/>
            <w:r w:rsidR="00B77F21" w:rsidRPr="00384256">
              <w:rPr>
                <w:b w:val="0"/>
                <w:smallCaps w:val="0"/>
                <w:color w:val="000000"/>
                <w:szCs w:val="24"/>
              </w:rPr>
              <w:t>: Wydawnictwo UJ.</w:t>
            </w:r>
          </w:p>
          <w:p w14:paraId="44FD9D9D" w14:textId="77777777" w:rsidR="008E797F" w:rsidRPr="00384256" w:rsidRDefault="00F03839" w:rsidP="00845FB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color w:val="000000"/>
                <w:szCs w:val="24"/>
              </w:rPr>
              <w:t>Domagała-</w:t>
            </w:r>
            <w:proofErr w:type="spellStart"/>
            <w:r w:rsidRPr="00384256">
              <w:rPr>
                <w:b w:val="0"/>
                <w:smallCaps w:val="0"/>
                <w:color w:val="000000"/>
                <w:szCs w:val="24"/>
              </w:rPr>
              <w:t>Zyśk</w:t>
            </w:r>
            <w:proofErr w:type="spellEnd"/>
            <w:r w:rsidRPr="00384256">
              <w:rPr>
                <w:b w:val="0"/>
                <w:smallCaps w:val="0"/>
                <w:color w:val="000000"/>
                <w:szCs w:val="24"/>
              </w:rPr>
              <w:t>, E</w:t>
            </w:r>
            <w:r w:rsidR="00512BD3" w:rsidRPr="00384256">
              <w:rPr>
                <w:b w:val="0"/>
                <w:smallCaps w:val="0"/>
                <w:color w:val="000000"/>
                <w:szCs w:val="24"/>
              </w:rPr>
              <w:t>.,</w:t>
            </w: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 Knopik</w:t>
            </w:r>
            <w:r w:rsidR="00512BD3" w:rsidRPr="00384256">
              <w:rPr>
                <w:b w:val="0"/>
                <w:smallCaps w:val="0"/>
                <w:color w:val="000000"/>
                <w:szCs w:val="24"/>
              </w:rPr>
              <w:t xml:space="preserve"> T., </w:t>
            </w:r>
            <w:proofErr w:type="spellStart"/>
            <w:r w:rsidRPr="00384256">
              <w:rPr>
                <w:b w:val="0"/>
                <w:smallCaps w:val="0"/>
                <w:color w:val="000000"/>
                <w:szCs w:val="24"/>
              </w:rPr>
              <w:t>Oszwa</w:t>
            </w:r>
            <w:proofErr w:type="spellEnd"/>
            <w:r w:rsidRPr="00384256">
              <w:rPr>
                <w:b w:val="0"/>
                <w:smallCaps w:val="0"/>
                <w:color w:val="000000"/>
                <w:szCs w:val="24"/>
              </w:rPr>
              <w:t xml:space="preserve">, U. (2017). </w:t>
            </w:r>
            <w:r w:rsidRPr="0048383A">
              <w:rPr>
                <w:b w:val="0"/>
                <w:i/>
                <w:smallCaps w:val="0"/>
                <w:color w:val="000000"/>
                <w:szCs w:val="24"/>
              </w:rPr>
              <w:t xml:space="preserve">Diagnoza funkcjonalna rozwoju społeczno-emocjonalnego uczniów w wieku 9-13 </w:t>
            </w:r>
            <w:proofErr w:type="spellStart"/>
            <w:r w:rsidRPr="0048383A">
              <w:rPr>
                <w:b w:val="0"/>
                <w:i/>
                <w:smallCaps w:val="0"/>
                <w:color w:val="000000"/>
                <w:szCs w:val="24"/>
              </w:rPr>
              <w:t>lat.</w:t>
            </w:r>
            <w:r w:rsidR="005B5251">
              <w:rPr>
                <w:b w:val="0"/>
                <w:smallCaps w:val="0"/>
                <w:color w:val="000000"/>
                <w:szCs w:val="24"/>
              </w:rPr>
              <w:t>Warszawa</w:t>
            </w:r>
            <w:proofErr w:type="spellEnd"/>
            <w:r w:rsidR="005B5251">
              <w:rPr>
                <w:b w:val="0"/>
                <w:smallCaps w:val="0"/>
                <w:color w:val="000000"/>
                <w:szCs w:val="24"/>
              </w:rPr>
              <w:t xml:space="preserve">: </w:t>
            </w:r>
            <w:r w:rsidR="005B5251" w:rsidRPr="005B5251">
              <w:rPr>
                <w:b w:val="0"/>
                <w:smallCaps w:val="0"/>
                <w:color w:val="000000"/>
                <w:szCs w:val="24"/>
              </w:rPr>
              <w:t>Ośrodek Rozwoju Edukacji</w:t>
            </w:r>
            <w:r w:rsidR="00845FBC" w:rsidRPr="00384256">
              <w:rPr>
                <w:b w:val="0"/>
                <w:smallCaps w:val="0"/>
                <w:color w:val="000000"/>
                <w:szCs w:val="24"/>
              </w:rPr>
              <w:br/>
            </w:r>
          </w:p>
        </w:tc>
      </w:tr>
      <w:tr w:rsidR="0085747A" w:rsidRPr="00384256" w14:paraId="256B17D0" w14:textId="77777777" w:rsidTr="002A1C64">
        <w:trPr>
          <w:trHeight w:val="397"/>
        </w:trPr>
        <w:tc>
          <w:tcPr>
            <w:tcW w:w="9214" w:type="dxa"/>
          </w:tcPr>
          <w:p w14:paraId="687DAA3E" w14:textId="77777777" w:rsidR="00A94FDD" w:rsidRPr="005B3E34" w:rsidRDefault="0085747A" w:rsidP="00E9342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  <w:lang w:val="en-GB"/>
              </w:rPr>
            </w:pPr>
            <w:r w:rsidRPr="00F62A96">
              <w:rPr>
                <w:smallCaps w:val="0"/>
                <w:szCs w:val="24"/>
              </w:rPr>
              <w:t xml:space="preserve">Literatura uzupełniająca: 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br/>
              <w:t xml:space="preserve">Błeszyński, J. (2011). </w:t>
            </w:r>
            <w:r w:rsidR="00E9342B" w:rsidRPr="0048383A">
              <w:rPr>
                <w:b w:val="0"/>
                <w:i/>
                <w:smallCaps w:val="0"/>
                <w:color w:val="000000"/>
                <w:szCs w:val="24"/>
              </w:rPr>
              <w:t>Autyzm a niepełnosprawność intelektualna i opóźnienie w rozwoju: Skala Oceny Zachowań Autystycznych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t xml:space="preserve">. </w:t>
            </w:r>
            <w:r w:rsidR="00E9342B" w:rsidRPr="00384256">
              <w:rPr>
                <w:b w:val="0"/>
                <w:smallCaps w:val="0"/>
                <w:color w:val="000000"/>
                <w:szCs w:val="24"/>
                <w:lang w:val="en-GB"/>
              </w:rPr>
              <w:t>Gdańsk: Harmonia Universalis.</w:t>
            </w:r>
          </w:p>
          <w:p w14:paraId="37F9059C" w14:textId="77777777" w:rsidR="00A94FDD" w:rsidRPr="00384256" w:rsidRDefault="00A94FDD" w:rsidP="005B3E34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42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Lenart, A., Pasternak, J. (2021). Resources, Problems and Challenges of Autism Spectrum Disorder Diagnosis and Support System in Poland. </w:t>
            </w:r>
            <w:r w:rsidRPr="0048383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Journal of Autism and Developmental </w:t>
            </w:r>
            <w:proofErr w:type="spellStart"/>
            <w:r w:rsidRPr="0048383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Disorders.</w:t>
            </w:r>
            <w:r w:rsidR="00AF4EE2">
              <w:fldChar w:fldCharType="begin"/>
            </w:r>
            <w:proofErr w:type="spellEnd"/>
            <w:r w:rsidR="00AF4EE2" w:rsidRPr="00AF4EE2">
              <w:rPr>
                <w:lang w:val="en-GB"/>
              </w:rPr>
              <w:instrText>HYPERLINK "https://doi.org/10.1007/s10803-021-05142-1"</w:instrText>
            </w:r>
            <w:proofErr w:type="spellStart"/>
            <w:r w:rsidR="00AF4EE2">
              <w:fldChar w:fldCharType="separate"/>
            </w:r>
            <w:r w:rsidR="005B3E34" w:rsidRPr="00816557">
              <w:rPr>
                <w:rStyle w:val="Hipercze"/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proofErr w:type="spellEnd"/>
            <w:r w:rsidR="005B3E34" w:rsidRPr="00816557">
              <w:rPr>
                <w:rStyle w:val="Hipercze"/>
                <w:rFonts w:ascii="Times New Roman" w:hAnsi="Times New Roman"/>
                <w:sz w:val="24"/>
                <w:szCs w:val="24"/>
                <w:lang w:val="en-US"/>
              </w:rPr>
              <w:t>://doi.org/10.1007/s10803-021-05142-1</w:t>
            </w:r>
            <w:r w:rsidR="00AF4EE2">
              <w:rPr>
                <w:rStyle w:val="Hipercze"/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  <w:r w:rsidRPr="005B525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6758F987" w14:textId="77777777" w:rsidR="00E9342B" w:rsidRPr="00384256" w:rsidRDefault="00E9342B" w:rsidP="005B3E34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proofErr w:type="spellStart"/>
            <w:r w:rsidRPr="00384256">
              <w:rPr>
                <w:b w:val="0"/>
                <w:smallCaps w:val="0"/>
                <w:szCs w:val="24"/>
              </w:rPr>
              <w:t>Mojs</w:t>
            </w:r>
            <w:proofErr w:type="spellEnd"/>
            <w:r w:rsidRPr="00384256">
              <w:rPr>
                <w:b w:val="0"/>
                <w:smallCaps w:val="0"/>
                <w:szCs w:val="24"/>
              </w:rPr>
              <w:t>, E., Galas-</w:t>
            </w:r>
            <w:proofErr w:type="spellStart"/>
            <w:r w:rsidRPr="00384256">
              <w:rPr>
                <w:b w:val="0"/>
                <w:smallCaps w:val="0"/>
                <w:szCs w:val="24"/>
              </w:rPr>
              <w:t>Zgorzalewicz</w:t>
            </w:r>
            <w:proofErr w:type="spellEnd"/>
            <w:r w:rsidRPr="00384256">
              <w:rPr>
                <w:b w:val="0"/>
                <w:smallCaps w:val="0"/>
                <w:szCs w:val="24"/>
              </w:rPr>
              <w:t xml:space="preserve">, B. (red.) (2017). </w:t>
            </w:r>
            <w:r w:rsidRPr="0048383A">
              <w:rPr>
                <w:b w:val="0"/>
                <w:i/>
                <w:smallCaps w:val="0"/>
                <w:szCs w:val="24"/>
              </w:rPr>
              <w:t xml:space="preserve">Spektrum autyzmu: postępy w diagnozie </w:t>
            </w:r>
            <w:r w:rsidR="005B5251" w:rsidRPr="0048383A">
              <w:rPr>
                <w:b w:val="0"/>
                <w:i/>
                <w:smallCaps w:val="0"/>
                <w:szCs w:val="24"/>
              </w:rPr>
              <w:br/>
            </w:r>
            <w:r w:rsidRPr="0048383A">
              <w:rPr>
                <w:b w:val="0"/>
                <w:i/>
                <w:smallCaps w:val="0"/>
                <w:szCs w:val="24"/>
              </w:rPr>
              <w:t>i terapii.</w:t>
            </w:r>
            <w:r w:rsidRPr="00384256">
              <w:rPr>
                <w:b w:val="0"/>
                <w:smallCaps w:val="0"/>
                <w:szCs w:val="24"/>
              </w:rPr>
              <w:t xml:space="preserve"> Poznań: Wydawnictwo Naukowe Uniwersytetu Medyczn</w:t>
            </w:r>
            <w:r w:rsidR="005B3E34">
              <w:rPr>
                <w:b w:val="0"/>
                <w:smallCaps w:val="0"/>
                <w:szCs w:val="24"/>
              </w:rPr>
              <w:t>ego im. Karola Marcinkowskiego.</w:t>
            </w:r>
          </w:p>
          <w:p w14:paraId="5B69914C" w14:textId="77777777" w:rsidR="00E9342B" w:rsidRPr="00384256" w:rsidRDefault="00E9342B" w:rsidP="002729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Pisula, E. (2021). </w:t>
            </w:r>
            <w:r w:rsidRPr="0048383A">
              <w:rPr>
                <w:b w:val="0"/>
                <w:i/>
                <w:smallCaps w:val="0"/>
                <w:color w:val="000000"/>
                <w:szCs w:val="24"/>
              </w:rPr>
              <w:t>Autyzm: przyczyny, symptomy, terapia</w:t>
            </w: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. Gdańsk: Wydawnictwo </w:t>
            </w:r>
            <w:r w:rsidR="005B3E34">
              <w:rPr>
                <w:b w:val="0"/>
                <w:smallCaps w:val="0"/>
                <w:color w:val="000000"/>
                <w:szCs w:val="24"/>
              </w:rPr>
              <w:t>Harmonia.</w:t>
            </w:r>
          </w:p>
          <w:p w14:paraId="7BF807F8" w14:textId="77777777" w:rsidR="00E9342B" w:rsidRPr="00384256" w:rsidRDefault="00E9342B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Stemplewska-Żakowicz, K. (2009). </w:t>
            </w:r>
            <w:r w:rsidRPr="0048383A">
              <w:rPr>
                <w:b w:val="0"/>
                <w:i/>
                <w:smallCaps w:val="0"/>
                <w:color w:val="000000"/>
                <w:szCs w:val="24"/>
              </w:rPr>
              <w:t>Diagnoza psychologiczna. Diagnozowanie jako kompetencja profesjonalna.</w:t>
            </w:r>
            <w:r w:rsidRPr="00384256">
              <w:rPr>
                <w:b w:val="0"/>
                <w:smallCaps w:val="0"/>
                <w:color w:val="000000"/>
                <w:szCs w:val="24"/>
              </w:rPr>
              <w:t xml:space="preserve"> Gdańsk: GWP.</w:t>
            </w:r>
          </w:p>
          <w:p w14:paraId="75569C7E" w14:textId="77777777" w:rsidR="00E9342B" w:rsidRPr="00384256" w:rsidRDefault="005B3E34" w:rsidP="005B3E3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Wójtow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t xml:space="preserve">icz-Szefler, M. (2018). </w:t>
            </w:r>
            <w:r w:rsidR="00E9342B" w:rsidRPr="0048383A">
              <w:rPr>
                <w:b w:val="0"/>
                <w:i/>
                <w:smallCaps w:val="0"/>
                <w:color w:val="000000"/>
                <w:szCs w:val="24"/>
              </w:rPr>
              <w:t>Diagnozowanie rozwoju małego dziecka. Cz. 1</w:t>
            </w:r>
            <w:r>
              <w:rPr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>
              <w:rPr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b w:val="0"/>
                <w:smallCaps w:val="0"/>
                <w:color w:val="000000"/>
                <w:szCs w:val="24"/>
              </w:rPr>
              <w:t>.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br/>
              <w:t xml:space="preserve">Wójtowicz-Szefler, M. (2020). </w:t>
            </w:r>
            <w:r w:rsidR="00E9342B" w:rsidRPr="0048383A">
              <w:rPr>
                <w:b w:val="0"/>
                <w:i/>
                <w:smallCaps w:val="0"/>
                <w:color w:val="000000"/>
                <w:szCs w:val="24"/>
              </w:rPr>
              <w:t>Diagnozowanie rozwoju małego dziecka. Cz. 2.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t xml:space="preserve"> Warszaw</w:t>
            </w:r>
            <w:r w:rsidR="005B5251">
              <w:rPr>
                <w:b w:val="0"/>
                <w:smallCaps w:val="0"/>
                <w:color w:val="000000"/>
                <w:szCs w:val="24"/>
              </w:rPr>
              <w:t>a</w:t>
            </w:r>
            <w:r w:rsidR="00E9342B" w:rsidRPr="00384256">
              <w:rPr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="00E9342B" w:rsidRPr="00384256">
              <w:rPr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E9342B" w:rsidRPr="00384256">
              <w:rPr>
                <w:b w:val="0"/>
                <w:smallCaps w:val="0"/>
                <w:color w:val="000000"/>
                <w:szCs w:val="24"/>
              </w:rPr>
              <w:t>.</w:t>
            </w:r>
          </w:p>
          <w:p w14:paraId="16BE8117" w14:textId="77777777" w:rsidR="008E797F" w:rsidRPr="00384256" w:rsidRDefault="008E797F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87D52D8" w14:textId="77777777" w:rsidR="0085747A" w:rsidRPr="0038425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ADFD880" w14:textId="77777777" w:rsidR="0085747A" w:rsidRPr="0038425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18816A8A" w14:textId="77777777" w:rsidR="0085747A" w:rsidRPr="00384256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384256">
        <w:rPr>
          <w:b w:val="0"/>
          <w:smallCaps w:val="0"/>
          <w:szCs w:val="24"/>
        </w:rPr>
        <w:t>Akceptacja Kierownika Jednostki lub osoby upoważnionej</w:t>
      </w:r>
    </w:p>
    <w:sectPr w:rsidR="0085747A" w:rsidRPr="0038425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39BC6" w14:textId="77777777" w:rsidR="0031248C" w:rsidRDefault="0031248C" w:rsidP="00C16ABF">
      <w:pPr>
        <w:spacing w:after="0" w:line="240" w:lineRule="auto"/>
      </w:pPr>
      <w:r>
        <w:separator/>
      </w:r>
    </w:p>
  </w:endnote>
  <w:endnote w:type="continuationSeparator" w:id="0">
    <w:p w14:paraId="1AD8FCEC" w14:textId="77777777" w:rsidR="0031248C" w:rsidRDefault="003124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0E0E9" w14:textId="77777777" w:rsidR="0031248C" w:rsidRDefault="0031248C" w:rsidP="00C16ABF">
      <w:pPr>
        <w:spacing w:after="0" w:line="240" w:lineRule="auto"/>
      </w:pPr>
      <w:r>
        <w:separator/>
      </w:r>
    </w:p>
  </w:footnote>
  <w:footnote w:type="continuationSeparator" w:id="0">
    <w:p w14:paraId="18EE8A4C" w14:textId="77777777" w:rsidR="0031248C" w:rsidRDefault="0031248C" w:rsidP="00C16ABF">
      <w:pPr>
        <w:spacing w:after="0" w:line="240" w:lineRule="auto"/>
      </w:pPr>
      <w:r>
        <w:continuationSeparator/>
      </w:r>
    </w:p>
  </w:footnote>
  <w:footnote w:id="1">
    <w:p w14:paraId="2BDD56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73024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74F"/>
    <w:rsid w:val="000048FD"/>
    <w:rsid w:val="000077B4"/>
    <w:rsid w:val="00007E2B"/>
    <w:rsid w:val="000113CD"/>
    <w:rsid w:val="00012A90"/>
    <w:rsid w:val="00015B8F"/>
    <w:rsid w:val="00017C36"/>
    <w:rsid w:val="00022ECE"/>
    <w:rsid w:val="00042A51"/>
    <w:rsid w:val="00042D2E"/>
    <w:rsid w:val="00044C82"/>
    <w:rsid w:val="00070ED6"/>
    <w:rsid w:val="000742DC"/>
    <w:rsid w:val="00080F1C"/>
    <w:rsid w:val="00084C12"/>
    <w:rsid w:val="00084D64"/>
    <w:rsid w:val="0009462C"/>
    <w:rsid w:val="00094B12"/>
    <w:rsid w:val="0009673A"/>
    <w:rsid w:val="00096C46"/>
    <w:rsid w:val="000A296F"/>
    <w:rsid w:val="000A2A28"/>
    <w:rsid w:val="000A3CDF"/>
    <w:rsid w:val="000B192D"/>
    <w:rsid w:val="000B28EE"/>
    <w:rsid w:val="000B3E37"/>
    <w:rsid w:val="000B79CC"/>
    <w:rsid w:val="000C4573"/>
    <w:rsid w:val="000D04B0"/>
    <w:rsid w:val="000E7B6D"/>
    <w:rsid w:val="000F1C57"/>
    <w:rsid w:val="000F5615"/>
    <w:rsid w:val="00124BFF"/>
    <w:rsid w:val="0012560E"/>
    <w:rsid w:val="00127108"/>
    <w:rsid w:val="00134604"/>
    <w:rsid w:val="00134B13"/>
    <w:rsid w:val="00146BC0"/>
    <w:rsid w:val="00152EDA"/>
    <w:rsid w:val="00153C41"/>
    <w:rsid w:val="00154381"/>
    <w:rsid w:val="00163549"/>
    <w:rsid w:val="001640A7"/>
    <w:rsid w:val="00164FA7"/>
    <w:rsid w:val="001669A2"/>
    <w:rsid w:val="00166A03"/>
    <w:rsid w:val="001718A7"/>
    <w:rsid w:val="001737CF"/>
    <w:rsid w:val="00176083"/>
    <w:rsid w:val="001915A8"/>
    <w:rsid w:val="00192F37"/>
    <w:rsid w:val="0019434B"/>
    <w:rsid w:val="001A70D2"/>
    <w:rsid w:val="001D657B"/>
    <w:rsid w:val="001D7B54"/>
    <w:rsid w:val="001E0209"/>
    <w:rsid w:val="001F2CA2"/>
    <w:rsid w:val="00202F8E"/>
    <w:rsid w:val="00210E73"/>
    <w:rsid w:val="002144C0"/>
    <w:rsid w:val="0022477D"/>
    <w:rsid w:val="002278A9"/>
    <w:rsid w:val="002336F9"/>
    <w:rsid w:val="0024028F"/>
    <w:rsid w:val="00244ABC"/>
    <w:rsid w:val="00261D3C"/>
    <w:rsid w:val="00270C0E"/>
    <w:rsid w:val="00272986"/>
    <w:rsid w:val="00281FF2"/>
    <w:rsid w:val="002857DE"/>
    <w:rsid w:val="00291567"/>
    <w:rsid w:val="002A1C64"/>
    <w:rsid w:val="002A22BF"/>
    <w:rsid w:val="002A2389"/>
    <w:rsid w:val="002A671D"/>
    <w:rsid w:val="002B4D55"/>
    <w:rsid w:val="002B5EA0"/>
    <w:rsid w:val="002B6119"/>
    <w:rsid w:val="002C1F06"/>
    <w:rsid w:val="002C4B2F"/>
    <w:rsid w:val="002D3375"/>
    <w:rsid w:val="002D73D4"/>
    <w:rsid w:val="002F02A3"/>
    <w:rsid w:val="002F4ABE"/>
    <w:rsid w:val="003018BA"/>
    <w:rsid w:val="0030395F"/>
    <w:rsid w:val="00305C92"/>
    <w:rsid w:val="0031248C"/>
    <w:rsid w:val="003151C5"/>
    <w:rsid w:val="003343CF"/>
    <w:rsid w:val="00346FE9"/>
    <w:rsid w:val="0034759A"/>
    <w:rsid w:val="003503F6"/>
    <w:rsid w:val="003530DD"/>
    <w:rsid w:val="00354021"/>
    <w:rsid w:val="00363F78"/>
    <w:rsid w:val="00382075"/>
    <w:rsid w:val="00384256"/>
    <w:rsid w:val="0038460A"/>
    <w:rsid w:val="003A0A5B"/>
    <w:rsid w:val="003A1176"/>
    <w:rsid w:val="003C08A3"/>
    <w:rsid w:val="003C0BAE"/>
    <w:rsid w:val="003C40DD"/>
    <w:rsid w:val="003D18A9"/>
    <w:rsid w:val="003D5777"/>
    <w:rsid w:val="003D6CE2"/>
    <w:rsid w:val="003E1941"/>
    <w:rsid w:val="003E2FE6"/>
    <w:rsid w:val="003E3974"/>
    <w:rsid w:val="003E49D5"/>
    <w:rsid w:val="003F0E9B"/>
    <w:rsid w:val="003F205D"/>
    <w:rsid w:val="003F38C0"/>
    <w:rsid w:val="003F4D39"/>
    <w:rsid w:val="00412DB6"/>
    <w:rsid w:val="00414E3C"/>
    <w:rsid w:val="00414E46"/>
    <w:rsid w:val="004164E6"/>
    <w:rsid w:val="0042244A"/>
    <w:rsid w:val="004224DA"/>
    <w:rsid w:val="0042745A"/>
    <w:rsid w:val="00431D5C"/>
    <w:rsid w:val="004362C6"/>
    <w:rsid w:val="00437FA2"/>
    <w:rsid w:val="00445970"/>
    <w:rsid w:val="00461EFC"/>
    <w:rsid w:val="004652C2"/>
    <w:rsid w:val="00465844"/>
    <w:rsid w:val="004706D1"/>
    <w:rsid w:val="00471326"/>
    <w:rsid w:val="0047598D"/>
    <w:rsid w:val="0048383A"/>
    <w:rsid w:val="004840FD"/>
    <w:rsid w:val="00490F7D"/>
    <w:rsid w:val="00491678"/>
    <w:rsid w:val="004968E2"/>
    <w:rsid w:val="004A2745"/>
    <w:rsid w:val="004A38B2"/>
    <w:rsid w:val="004A3EEA"/>
    <w:rsid w:val="004A4D1F"/>
    <w:rsid w:val="004B0CD9"/>
    <w:rsid w:val="004D5282"/>
    <w:rsid w:val="004F1551"/>
    <w:rsid w:val="004F55A3"/>
    <w:rsid w:val="004F6715"/>
    <w:rsid w:val="004F75A0"/>
    <w:rsid w:val="00500F2B"/>
    <w:rsid w:val="0050496F"/>
    <w:rsid w:val="00512BD3"/>
    <w:rsid w:val="00513B6F"/>
    <w:rsid w:val="00517C63"/>
    <w:rsid w:val="005363C4"/>
    <w:rsid w:val="00536BDE"/>
    <w:rsid w:val="00543ACC"/>
    <w:rsid w:val="00544EE4"/>
    <w:rsid w:val="005660F3"/>
    <w:rsid w:val="0056696D"/>
    <w:rsid w:val="00580AD5"/>
    <w:rsid w:val="00582F71"/>
    <w:rsid w:val="0059484D"/>
    <w:rsid w:val="005A0855"/>
    <w:rsid w:val="005A133C"/>
    <w:rsid w:val="005A288B"/>
    <w:rsid w:val="005A3196"/>
    <w:rsid w:val="005B3E34"/>
    <w:rsid w:val="005B5251"/>
    <w:rsid w:val="005C080F"/>
    <w:rsid w:val="005C55E5"/>
    <w:rsid w:val="005C696A"/>
    <w:rsid w:val="005E54A4"/>
    <w:rsid w:val="005E6E85"/>
    <w:rsid w:val="005F31D2"/>
    <w:rsid w:val="00603402"/>
    <w:rsid w:val="00606135"/>
    <w:rsid w:val="0061029B"/>
    <w:rsid w:val="00617230"/>
    <w:rsid w:val="00621CE1"/>
    <w:rsid w:val="006229E2"/>
    <w:rsid w:val="00627FC9"/>
    <w:rsid w:val="00644842"/>
    <w:rsid w:val="00647FA8"/>
    <w:rsid w:val="00650C5F"/>
    <w:rsid w:val="006543B6"/>
    <w:rsid w:val="00654934"/>
    <w:rsid w:val="00656EEA"/>
    <w:rsid w:val="006620D9"/>
    <w:rsid w:val="00671958"/>
    <w:rsid w:val="00674B65"/>
    <w:rsid w:val="00675843"/>
    <w:rsid w:val="006934E2"/>
    <w:rsid w:val="00696477"/>
    <w:rsid w:val="006A2731"/>
    <w:rsid w:val="006A5034"/>
    <w:rsid w:val="006B45EC"/>
    <w:rsid w:val="006D006D"/>
    <w:rsid w:val="006D050F"/>
    <w:rsid w:val="006D6139"/>
    <w:rsid w:val="006E5D65"/>
    <w:rsid w:val="006F1219"/>
    <w:rsid w:val="006F1282"/>
    <w:rsid w:val="006F1FBC"/>
    <w:rsid w:val="006F31E2"/>
    <w:rsid w:val="00705892"/>
    <w:rsid w:val="00706544"/>
    <w:rsid w:val="007072BA"/>
    <w:rsid w:val="0071620A"/>
    <w:rsid w:val="00722A36"/>
    <w:rsid w:val="00723B53"/>
    <w:rsid w:val="00724677"/>
    <w:rsid w:val="00725459"/>
    <w:rsid w:val="0072743E"/>
    <w:rsid w:val="007327BD"/>
    <w:rsid w:val="00734608"/>
    <w:rsid w:val="00737999"/>
    <w:rsid w:val="0074399C"/>
    <w:rsid w:val="00745302"/>
    <w:rsid w:val="007461D6"/>
    <w:rsid w:val="00746EC8"/>
    <w:rsid w:val="00762BA3"/>
    <w:rsid w:val="00763BF1"/>
    <w:rsid w:val="00766FD4"/>
    <w:rsid w:val="0078168C"/>
    <w:rsid w:val="00785B6D"/>
    <w:rsid w:val="00787C2A"/>
    <w:rsid w:val="00790E27"/>
    <w:rsid w:val="00794C17"/>
    <w:rsid w:val="007A4022"/>
    <w:rsid w:val="007A6E6E"/>
    <w:rsid w:val="007C3299"/>
    <w:rsid w:val="007C3BCC"/>
    <w:rsid w:val="007C4546"/>
    <w:rsid w:val="007D2EC5"/>
    <w:rsid w:val="007D4326"/>
    <w:rsid w:val="007D6E56"/>
    <w:rsid w:val="007D732A"/>
    <w:rsid w:val="007E3AF6"/>
    <w:rsid w:val="007F4155"/>
    <w:rsid w:val="007F60B6"/>
    <w:rsid w:val="007F744F"/>
    <w:rsid w:val="0081554D"/>
    <w:rsid w:val="0081707E"/>
    <w:rsid w:val="008449B3"/>
    <w:rsid w:val="00845FBC"/>
    <w:rsid w:val="00854B95"/>
    <w:rsid w:val="008552A2"/>
    <w:rsid w:val="00855C28"/>
    <w:rsid w:val="00855C2D"/>
    <w:rsid w:val="0085747A"/>
    <w:rsid w:val="00873AA0"/>
    <w:rsid w:val="00880FE9"/>
    <w:rsid w:val="00884922"/>
    <w:rsid w:val="00885F64"/>
    <w:rsid w:val="008917F9"/>
    <w:rsid w:val="008A45F7"/>
    <w:rsid w:val="008B4AD0"/>
    <w:rsid w:val="008B609F"/>
    <w:rsid w:val="008C0CC0"/>
    <w:rsid w:val="008C19A9"/>
    <w:rsid w:val="008C379D"/>
    <w:rsid w:val="008C5147"/>
    <w:rsid w:val="008C5359"/>
    <w:rsid w:val="008C5363"/>
    <w:rsid w:val="008D3DFB"/>
    <w:rsid w:val="008E309F"/>
    <w:rsid w:val="008E64F4"/>
    <w:rsid w:val="008E797F"/>
    <w:rsid w:val="008F12C9"/>
    <w:rsid w:val="008F5471"/>
    <w:rsid w:val="008F6E29"/>
    <w:rsid w:val="00915023"/>
    <w:rsid w:val="00916188"/>
    <w:rsid w:val="00923D7D"/>
    <w:rsid w:val="009508DF"/>
    <w:rsid w:val="00950DAC"/>
    <w:rsid w:val="00954A07"/>
    <w:rsid w:val="00960E74"/>
    <w:rsid w:val="00975BA8"/>
    <w:rsid w:val="009821A0"/>
    <w:rsid w:val="00997F14"/>
    <w:rsid w:val="009A78D9"/>
    <w:rsid w:val="009B6AA4"/>
    <w:rsid w:val="009C3E31"/>
    <w:rsid w:val="009C54AE"/>
    <w:rsid w:val="009C788E"/>
    <w:rsid w:val="009D1A59"/>
    <w:rsid w:val="009D3F3B"/>
    <w:rsid w:val="009E0543"/>
    <w:rsid w:val="009E3B41"/>
    <w:rsid w:val="009F1833"/>
    <w:rsid w:val="009F3C5C"/>
    <w:rsid w:val="009F4610"/>
    <w:rsid w:val="00A00C90"/>
    <w:rsid w:val="00A00ECC"/>
    <w:rsid w:val="00A12267"/>
    <w:rsid w:val="00A155EE"/>
    <w:rsid w:val="00A16F00"/>
    <w:rsid w:val="00A2245B"/>
    <w:rsid w:val="00A23083"/>
    <w:rsid w:val="00A25CFB"/>
    <w:rsid w:val="00A27A5B"/>
    <w:rsid w:val="00A30110"/>
    <w:rsid w:val="00A36899"/>
    <w:rsid w:val="00A371F6"/>
    <w:rsid w:val="00A43BF6"/>
    <w:rsid w:val="00A4518B"/>
    <w:rsid w:val="00A53FA5"/>
    <w:rsid w:val="00A54817"/>
    <w:rsid w:val="00A56A78"/>
    <w:rsid w:val="00A601C8"/>
    <w:rsid w:val="00A60799"/>
    <w:rsid w:val="00A84C85"/>
    <w:rsid w:val="00A94504"/>
    <w:rsid w:val="00A94FDD"/>
    <w:rsid w:val="00A97DE1"/>
    <w:rsid w:val="00AB053C"/>
    <w:rsid w:val="00AD09C9"/>
    <w:rsid w:val="00AD1146"/>
    <w:rsid w:val="00AD27D3"/>
    <w:rsid w:val="00AD66D6"/>
    <w:rsid w:val="00AE1160"/>
    <w:rsid w:val="00AE12D7"/>
    <w:rsid w:val="00AE203C"/>
    <w:rsid w:val="00AE2E74"/>
    <w:rsid w:val="00AE5FCB"/>
    <w:rsid w:val="00AE7784"/>
    <w:rsid w:val="00AF2C1E"/>
    <w:rsid w:val="00AF3AB1"/>
    <w:rsid w:val="00AF4EE2"/>
    <w:rsid w:val="00AF6321"/>
    <w:rsid w:val="00B0393E"/>
    <w:rsid w:val="00B06142"/>
    <w:rsid w:val="00B119DE"/>
    <w:rsid w:val="00B135B1"/>
    <w:rsid w:val="00B3130B"/>
    <w:rsid w:val="00B3443B"/>
    <w:rsid w:val="00B400C2"/>
    <w:rsid w:val="00B40ADB"/>
    <w:rsid w:val="00B43B77"/>
    <w:rsid w:val="00B43E80"/>
    <w:rsid w:val="00B55605"/>
    <w:rsid w:val="00B607DB"/>
    <w:rsid w:val="00B655EB"/>
    <w:rsid w:val="00B66529"/>
    <w:rsid w:val="00B75946"/>
    <w:rsid w:val="00B77F21"/>
    <w:rsid w:val="00B8056E"/>
    <w:rsid w:val="00B819C8"/>
    <w:rsid w:val="00B82308"/>
    <w:rsid w:val="00B90885"/>
    <w:rsid w:val="00BA062D"/>
    <w:rsid w:val="00BB520A"/>
    <w:rsid w:val="00BD3869"/>
    <w:rsid w:val="00BD66E9"/>
    <w:rsid w:val="00BD6FF4"/>
    <w:rsid w:val="00BD78BF"/>
    <w:rsid w:val="00BF2C41"/>
    <w:rsid w:val="00BF3C8C"/>
    <w:rsid w:val="00C058B4"/>
    <w:rsid w:val="00C05F44"/>
    <w:rsid w:val="00C12D78"/>
    <w:rsid w:val="00C131B5"/>
    <w:rsid w:val="00C16ABF"/>
    <w:rsid w:val="00C170AE"/>
    <w:rsid w:val="00C25C46"/>
    <w:rsid w:val="00C26CB7"/>
    <w:rsid w:val="00C324C1"/>
    <w:rsid w:val="00C36992"/>
    <w:rsid w:val="00C4036A"/>
    <w:rsid w:val="00C54B2C"/>
    <w:rsid w:val="00C56036"/>
    <w:rsid w:val="00C61DC5"/>
    <w:rsid w:val="00C67E92"/>
    <w:rsid w:val="00C70A26"/>
    <w:rsid w:val="00C766DF"/>
    <w:rsid w:val="00C941C9"/>
    <w:rsid w:val="00C9421C"/>
    <w:rsid w:val="00C94B98"/>
    <w:rsid w:val="00CA2B96"/>
    <w:rsid w:val="00CA5089"/>
    <w:rsid w:val="00CA56E5"/>
    <w:rsid w:val="00CC5C7B"/>
    <w:rsid w:val="00CD1542"/>
    <w:rsid w:val="00CD6897"/>
    <w:rsid w:val="00CE2EC3"/>
    <w:rsid w:val="00CE5BAC"/>
    <w:rsid w:val="00CF25BE"/>
    <w:rsid w:val="00CF78ED"/>
    <w:rsid w:val="00D024C3"/>
    <w:rsid w:val="00D02B25"/>
    <w:rsid w:val="00D02EBA"/>
    <w:rsid w:val="00D101F9"/>
    <w:rsid w:val="00D10B50"/>
    <w:rsid w:val="00D17C3C"/>
    <w:rsid w:val="00D235F7"/>
    <w:rsid w:val="00D26B2C"/>
    <w:rsid w:val="00D32698"/>
    <w:rsid w:val="00D352C9"/>
    <w:rsid w:val="00D425B2"/>
    <w:rsid w:val="00D428D6"/>
    <w:rsid w:val="00D552B2"/>
    <w:rsid w:val="00D608D1"/>
    <w:rsid w:val="00D626E1"/>
    <w:rsid w:val="00D63546"/>
    <w:rsid w:val="00D70C30"/>
    <w:rsid w:val="00D74119"/>
    <w:rsid w:val="00D8075B"/>
    <w:rsid w:val="00D8678B"/>
    <w:rsid w:val="00D9235A"/>
    <w:rsid w:val="00D969C6"/>
    <w:rsid w:val="00DA2114"/>
    <w:rsid w:val="00DB6794"/>
    <w:rsid w:val="00DE09C0"/>
    <w:rsid w:val="00DE3F72"/>
    <w:rsid w:val="00DE4A14"/>
    <w:rsid w:val="00DF320D"/>
    <w:rsid w:val="00DF61FE"/>
    <w:rsid w:val="00DF71C8"/>
    <w:rsid w:val="00E129B8"/>
    <w:rsid w:val="00E21E7D"/>
    <w:rsid w:val="00E22FBC"/>
    <w:rsid w:val="00E236B5"/>
    <w:rsid w:val="00E24BF5"/>
    <w:rsid w:val="00E25338"/>
    <w:rsid w:val="00E51E44"/>
    <w:rsid w:val="00E56A32"/>
    <w:rsid w:val="00E63348"/>
    <w:rsid w:val="00E742AA"/>
    <w:rsid w:val="00E77E88"/>
    <w:rsid w:val="00E8107D"/>
    <w:rsid w:val="00E82CAC"/>
    <w:rsid w:val="00E9342B"/>
    <w:rsid w:val="00E960BB"/>
    <w:rsid w:val="00EA2074"/>
    <w:rsid w:val="00EA4832"/>
    <w:rsid w:val="00EA4E9D"/>
    <w:rsid w:val="00EB17C6"/>
    <w:rsid w:val="00EC100B"/>
    <w:rsid w:val="00EC4177"/>
    <w:rsid w:val="00EC4899"/>
    <w:rsid w:val="00ED03AB"/>
    <w:rsid w:val="00ED32D2"/>
    <w:rsid w:val="00EE32DE"/>
    <w:rsid w:val="00EE3804"/>
    <w:rsid w:val="00EE5457"/>
    <w:rsid w:val="00F014D7"/>
    <w:rsid w:val="00F03839"/>
    <w:rsid w:val="00F070AB"/>
    <w:rsid w:val="00F11BA8"/>
    <w:rsid w:val="00F17567"/>
    <w:rsid w:val="00F27A7B"/>
    <w:rsid w:val="00F526AF"/>
    <w:rsid w:val="00F56959"/>
    <w:rsid w:val="00F617C3"/>
    <w:rsid w:val="00F62A96"/>
    <w:rsid w:val="00F7066B"/>
    <w:rsid w:val="00F731C6"/>
    <w:rsid w:val="00F83B28"/>
    <w:rsid w:val="00F83F85"/>
    <w:rsid w:val="00F932A7"/>
    <w:rsid w:val="00F974DA"/>
    <w:rsid w:val="00FA46E5"/>
    <w:rsid w:val="00FB1FB4"/>
    <w:rsid w:val="00FB7DBA"/>
    <w:rsid w:val="00FC1C25"/>
    <w:rsid w:val="00FC3F45"/>
    <w:rsid w:val="00FD503F"/>
    <w:rsid w:val="00FD7589"/>
    <w:rsid w:val="00FE4D2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5A491"/>
  <w15:docId w15:val="{0424CC74-F081-4D2D-B1DF-2F6E857E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0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0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0AD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AD5"/>
    <w:rPr>
      <w:rFonts w:ascii="Calibri" w:hAnsi="Calibri"/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4FDD"/>
    <w:rPr>
      <w:color w:val="605E5C"/>
      <w:shd w:val="clear" w:color="auto" w:fill="E1DFDD"/>
    </w:rPr>
  </w:style>
  <w:style w:type="character" w:customStyle="1" w:styleId="x4k7w5x">
    <w:name w:val="x4k7w5x"/>
    <w:basedOn w:val="Domylnaczcionkaakapitu"/>
    <w:rsid w:val="004F6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3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B6925-F690-4550-BCC5-5D6FE4863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41</TotalTime>
  <Pages>4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Lenart</cp:lastModifiedBy>
  <cp:revision>10</cp:revision>
  <cp:lastPrinted>2019-02-06T12:12:00Z</cp:lastPrinted>
  <dcterms:created xsi:type="dcterms:W3CDTF">2023-01-25T15:10:00Z</dcterms:created>
  <dcterms:modified xsi:type="dcterms:W3CDTF">2023-06-01T11:19:00Z</dcterms:modified>
</cp:coreProperties>
</file>